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14:paraId="37EA3958" w14:textId="20ADE75C" w:rsidR="009006A1" w:rsidRDefault="006D2417" w:rsidP="00774276">
      <w:pPr>
        <w:pStyle w:val="0011621"/>
      </w:pPr>
      <w:r>
        <w:t>Auf dem Weg</w:t>
      </w:r>
      <w:r w:rsidR="00AD35A1">
        <w:t xml:space="preserve"> – </w:t>
      </w:r>
      <w:r w:rsidR="00600840">
        <w:t>s</w:t>
      </w:r>
      <w:r w:rsidR="003C21E1">
        <w:t xml:space="preserve">ich mit Facetten des </w:t>
      </w:r>
      <w:r>
        <w:t>Unterwegsseins</w:t>
      </w:r>
      <w:r w:rsidR="00770A12">
        <w:t xml:space="preserve"> </w:t>
      </w:r>
      <w:r w:rsidR="00692CCB">
        <w:br/>
      </w:r>
      <w:r w:rsidR="003C21E1">
        <w:t>auseinandersetzen</w:t>
      </w:r>
    </w:p>
    <w:p w14:paraId="0D4D317D" w14:textId="0C1BF49E" w:rsidR="005C62AD" w:rsidRDefault="00F231F8" w:rsidP="004B4AD0">
      <w:pPr>
        <w:pStyle w:val="01Fremdtext0"/>
      </w:pPr>
      <w:r>
        <w:rPr>
          <w:noProof/>
          <w:lang w:eastAsia="de-DE"/>
        </w:rPr>
        <w:drawing>
          <wp:anchor distT="0" distB="0" distL="114300" distR="114300" simplePos="0" relativeHeight="251766272" behindDoc="0" locked="1" layoutInCell="1" allowOverlap="1" wp14:anchorId="7CA58167" wp14:editId="0BB45858">
            <wp:simplePos x="0" y="0"/>
            <wp:positionH relativeFrom="column">
              <wp:posOffset>-178435</wp:posOffset>
            </wp:positionH>
            <wp:positionV relativeFrom="paragraph">
              <wp:posOffset>218440</wp:posOffset>
            </wp:positionV>
            <wp:extent cx="6000115" cy="7636510"/>
            <wp:effectExtent l="0" t="0" r="635" b="254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1##Schriftwarnung##_00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115" cy="7636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1CC">
        <w:t xml:space="preserve">Die große </w:t>
      </w:r>
      <w:r w:rsidR="005C62AD">
        <w:t>Wegkreuzung</w:t>
      </w:r>
      <w:r w:rsidR="00AD35A1">
        <w:t xml:space="preserve"> – </w:t>
      </w:r>
      <w:r w:rsidR="007021CC">
        <w:t>eine Fantasiereise</w:t>
      </w:r>
    </w:p>
    <w:p w14:paraId="3623C43E" w14:textId="334E2125" w:rsidR="00F231F8" w:rsidRDefault="00F231F8" w:rsidP="005C62AD">
      <w:pPr>
        <w:pStyle w:val="01Fremdtext"/>
      </w:pPr>
    </w:p>
    <w:p w14:paraId="7DAC4127" w14:textId="77777777" w:rsidR="00F231F8" w:rsidRDefault="00F231F8" w:rsidP="006D2417">
      <w:pPr>
        <w:pStyle w:val="01Fremdtext"/>
      </w:pPr>
      <w:r>
        <w:br w:type="page"/>
      </w:r>
    </w:p>
    <w:p w14:paraId="137A53E1" w14:textId="7C83EA02" w:rsidR="00600840" w:rsidRPr="00AD35A1" w:rsidRDefault="00F231F8" w:rsidP="00AD35A1">
      <w:pPr>
        <w:pStyle w:val="05QuelleBU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69344" behindDoc="1" locked="0" layoutInCell="1" allowOverlap="1" wp14:anchorId="5686DB64" wp14:editId="6E7535DF">
            <wp:simplePos x="0" y="0"/>
            <wp:positionH relativeFrom="column">
              <wp:posOffset>-235585</wp:posOffset>
            </wp:positionH>
            <wp:positionV relativeFrom="paragraph">
              <wp:posOffset>-32385</wp:posOffset>
            </wp:positionV>
            <wp:extent cx="6127115" cy="2918460"/>
            <wp:effectExtent l="0" t="0" r="6985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594_kv_01##Schriftwarnung##_00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115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0840" w:rsidRPr="00AD35A1">
        <w:rPr>
          <w:i w:val="0"/>
          <w:vertAlign w:val="superscript"/>
        </w:rPr>
        <w:t>1</w:t>
      </w:r>
      <w:r w:rsidR="00600840" w:rsidRPr="00AD35A1">
        <w:t xml:space="preserve"> klamm = feucht</w:t>
      </w:r>
    </w:p>
    <w:p w14:paraId="749CB082" w14:textId="4A9FAC0D" w:rsidR="0059276F" w:rsidRPr="006D2417" w:rsidRDefault="00377633" w:rsidP="00FE1D84">
      <w:pPr>
        <w:pStyle w:val="05QuelleBU"/>
      </w:pPr>
      <w:r w:rsidRPr="00377633">
        <w:t xml:space="preserve">Quelle: Roland Kübler: Die große Wegkreuzung. In: Die Farben der Wirklichkeit. Ein Märchenbuch. </w:t>
      </w:r>
      <w:r>
        <w:br/>
      </w:r>
      <w:r w:rsidRPr="00377633">
        <w:t>Hrsg. v. Heinz Körner. Körner Fellbach 1983, S. 33 f.</w:t>
      </w:r>
    </w:p>
    <w:p w14:paraId="41BC4E84" w14:textId="28D80201" w:rsidR="00600840" w:rsidRDefault="00600840" w:rsidP="002D0D90">
      <w:pPr>
        <w:pStyle w:val="02AufgabemNrv12n0"/>
        <w:spacing w:before="360"/>
      </w:pPr>
      <w:r>
        <w:rPr>
          <w:rStyle w:val="02AufgabeNrZF"/>
        </w:rPr>
        <w:t> 1 </w:t>
      </w:r>
      <w:r w:rsidRPr="007E504D">
        <w:tab/>
      </w:r>
      <w:r>
        <w:t>Schließen Sie die Augen und lassen Sie den Text „Die große We</w:t>
      </w:r>
      <w:bookmarkStart w:id="0" w:name="_GoBack"/>
      <w:bookmarkEnd w:id="0"/>
      <w:r>
        <w:t xml:space="preserve">gkreuzung“ auf sich wirken. </w:t>
      </w:r>
    </w:p>
    <w:p w14:paraId="08EA6891" w14:textId="0CDB0E08" w:rsidR="00C443C9" w:rsidRDefault="00600840" w:rsidP="006D2417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 w:rsidR="00FE1D84">
        <w:t xml:space="preserve">Beschreiben </w:t>
      </w:r>
      <w:r>
        <w:t>Sie, was Ihnen beim Hören der Geschichte bewusst geworden ist.</w:t>
      </w:r>
    </w:p>
    <w:p w14:paraId="7F46DCBC" w14:textId="658E6752" w:rsidR="00600840" w:rsidRDefault="00600840" w:rsidP="00AD35A1"/>
    <w:p w14:paraId="56C1BF84" w14:textId="0FE58810" w:rsidR="002D0D90" w:rsidRDefault="00B4035A" w:rsidP="00AD35A1">
      <w:r>
        <w:rPr>
          <w:noProof/>
          <w:lang w:eastAsia="de-DE"/>
        </w:rPr>
        <w:drawing>
          <wp:inline distT="0" distB="0" distL="0" distR="0" wp14:anchorId="71969A04" wp14:editId="32E6CA97">
            <wp:extent cx="2649600" cy="1872000"/>
            <wp:effectExtent l="0" t="0" r="0" b="0"/>
            <wp:docPr id="1" name="AdobeStock_367842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obeStock_36784266.png"/>
                    <pic:cNvPicPr/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6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A4B70" w14:textId="1F1D964A" w:rsidR="00377633" w:rsidRDefault="000265AD" w:rsidP="00377633">
      <w:pPr>
        <w:pStyle w:val="05QuelleBU"/>
      </w:pPr>
      <w:r w:rsidRPr="000265AD">
        <w:t xml:space="preserve">Quelle: Adobe Stock (Wilm </w:t>
      </w:r>
      <w:proofErr w:type="spellStart"/>
      <w:r w:rsidRPr="000265AD">
        <w:t>Ihlenfeld</w:t>
      </w:r>
      <w:proofErr w:type="spellEnd"/>
      <w:r w:rsidRPr="000265AD">
        <w:t>), Dublin, bearbeitet</w:t>
      </w:r>
    </w:p>
    <w:p w14:paraId="4963C39E" w14:textId="4BF36A1A" w:rsidR="00FE1D84" w:rsidRPr="00AD35A1" w:rsidRDefault="00AD35A1" w:rsidP="00AD35A1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3</w:t>
      </w:r>
      <w:r w:rsidRPr="0005377B">
        <w:rPr>
          <w:rStyle w:val="02AufgabeNrZF"/>
        </w:rPr>
        <w:t> </w:t>
      </w:r>
      <w:r w:rsidR="00FE1D84" w:rsidRPr="00AD35A1">
        <w:tab/>
        <w:t>Zeigen Sie die Entwicklung der Protagonistin im Verlauf der Geschichte auf.</w:t>
      </w:r>
    </w:p>
    <w:p w14:paraId="1B8795C1" w14:textId="7FE949F4" w:rsidR="00C443C9" w:rsidRPr="00AD35A1" w:rsidRDefault="00FE1D84" w:rsidP="00AD35A1">
      <w:pPr>
        <w:pStyle w:val="02AufgabeTextAufzStrich05"/>
      </w:pPr>
      <w:r w:rsidRPr="00AD35A1">
        <w:t>N</w:t>
      </w:r>
      <w:r w:rsidR="00C443C9" w:rsidRPr="00AD35A1">
        <w:t xml:space="preserve">ennen Sie die Stationen der Frau und deren Begegnungen mit anderen Menschen. </w:t>
      </w:r>
      <w:r w:rsidR="00AD35A1">
        <w:br/>
      </w:r>
      <w:r w:rsidR="00C443C9" w:rsidRPr="00AD35A1">
        <w:t>Tragen Sie diese in die Weggrafik ein</w:t>
      </w:r>
      <w:r w:rsidRPr="00AD35A1">
        <w:t>.</w:t>
      </w:r>
    </w:p>
    <w:p w14:paraId="27AC0B27" w14:textId="39E2DD4C" w:rsidR="00D620A7" w:rsidRPr="00AD35A1" w:rsidRDefault="00600840" w:rsidP="00AD35A1">
      <w:pPr>
        <w:pStyle w:val="02AufgabeTextAufzStrich05"/>
      </w:pPr>
      <w:r w:rsidRPr="00AD35A1">
        <w:t>Ergänzen Sie in der Grafik die Erfahrungen der Frau.</w:t>
      </w:r>
    </w:p>
    <w:p w14:paraId="3A2C5B05" w14:textId="4AE15734" w:rsidR="00821611" w:rsidRDefault="00D620A7" w:rsidP="00D620A7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4</w:t>
      </w:r>
      <w:r w:rsidRPr="0005377B">
        <w:rPr>
          <w:rStyle w:val="02AufgabeNrZF"/>
        </w:rPr>
        <w:t> </w:t>
      </w:r>
      <w:r w:rsidRPr="00460CB1">
        <w:tab/>
      </w:r>
      <w:r w:rsidR="00CA1FA0">
        <w:t>Überlegen Sie, w</w:t>
      </w:r>
      <w:r w:rsidR="00821611">
        <w:t xml:space="preserve">as das Motiv </w:t>
      </w:r>
      <w:r w:rsidR="00CA1FA0">
        <w:t xml:space="preserve">des </w:t>
      </w:r>
      <w:r w:rsidR="00821611">
        <w:t>Unterwegssein</w:t>
      </w:r>
      <w:r w:rsidR="00CA1FA0">
        <w:t>s</w:t>
      </w:r>
      <w:r w:rsidR="00821611">
        <w:t xml:space="preserve"> </w:t>
      </w:r>
      <w:r w:rsidR="002E48F6">
        <w:t xml:space="preserve">im Text </w:t>
      </w:r>
      <w:r w:rsidR="00821611">
        <w:t>alles beinhalte</w:t>
      </w:r>
      <w:r w:rsidR="002E48F6">
        <w:t>t</w:t>
      </w:r>
      <w:r w:rsidR="00821611">
        <w:t>. Erstellen Sie</w:t>
      </w:r>
      <w:r>
        <w:t xml:space="preserve"> </w:t>
      </w:r>
      <w:r w:rsidR="00CA1FA0">
        <w:t>dazu</w:t>
      </w:r>
      <w:r w:rsidR="00821611">
        <w:t xml:space="preserve"> eine Mind</w:t>
      </w:r>
      <w:r w:rsidR="00CA1FA0">
        <w:t>m</w:t>
      </w:r>
      <w:r w:rsidR="00821611">
        <w:t>ap.</w:t>
      </w:r>
    </w:p>
    <w:p w14:paraId="4CB7DBAE" w14:textId="7A4A4C7A" w:rsidR="00CA1FA0" w:rsidRDefault="00CA1FA0" w:rsidP="00CA1FA0">
      <w:bookmarkStart w:id="1" w:name="_Hlk519949841"/>
    </w:p>
    <w:bookmarkEnd w:id="1"/>
    <w:p w14:paraId="282A2B93" w14:textId="6F72CB45" w:rsidR="00AD35A1" w:rsidRDefault="00A4778B" w:rsidP="006527FD">
      <w:pPr>
        <w:pStyle w:val="02AufgabeTextv0n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21ED07F6" wp14:editId="0AA86BF7">
                <wp:simplePos x="0" y="0"/>
                <wp:positionH relativeFrom="column">
                  <wp:posOffset>428214</wp:posOffset>
                </wp:positionH>
                <wp:positionV relativeFrom="paragraph">
                  <wp:posOffset>38154</wp:posOffset>
                </wp:positionV>
                <wp:extent cx="4900023" cy="1309552"/>
                <wp:effectExtent l="0" t="0" r="15240" b="24130"/>
                <wp:wrapNone/>
                <wp:docPr id="80" name="Gruppieren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0023" cy="1309552"/>
                          <a:chOff x="0" y="0"/>
                          <a:chExt cx="4900023" cy="1309552"/>
                        </a:xfrm>
                      </wpg:grpSpPr>
                      <wps:wsp>
                        <wps:cNvPr id="65" name="Gerade Verbindung 65"/>
                        <wps:cNvCnPr/>
                        <wps:spPr>
                          <a:xfrm flipH="1" flipV="1">
                            <a:off x="431075" y="444138"/>
                            <a:ext cx="434975" cy="4337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Gerade Verbindung 69"/>
                        <wps:cNvCnPr/>
                        <wps:spPr>
                          <a:xfrm>
                            <a:off x="3239589" y="156755"/>
                            <a:ext cx="793750" cy="14478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Textfeld 91"/>
                        <wps:cNvSpPr txBox="1"/>
                        <wps:spPr>
                          <a:xfrm>
                            <a:off x="4036423" y="156755"/>
                            <a:ext cx="863600" cy="4311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3E9297" w14:textId="328800A2" w:rsidR="00CD1361" w:rsidRPr="00CD1361" w:rsidRDefault="00CD1361" w:rsidP="00AD35A1">
                              <w:pPr>
                                <w:pStyle w:val="02AufgabeTextv0n0"/>
                                <w:jc w:val="center"/>
                              </w:pPr>
                              <w:r>
                                <w:t>Frau auf dem Weg zu</w:t>
                              </w:r>
                              <w:r w:rsidR="00377633">
                                <w:t>m</w:t>
                              </w:r>
                              <w:r>
                                <w:t xml:space="preserve"> Dorf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feld 323"/>
                        <wps:cNvSpPr txBox="1"/>
                        <wps:spPr>
                          <a:xfrm>
                            <a:off x="1658983" y="0"/>
                            <a:ext cx="1583690" cy="287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E978A4" w14:textId="2C146894" w:rsidR="00CD1361" w:rsidRDefault="00CD1361" w:rsidP="00AD35A1">
                              <w:pPr>
                                <w:pStyle w:val="02AufgabeTextv0n0"/>
                                <w:jc w:val="center"/>
                              </w:pPr>
                              <w:r>
                                <w:rPr>
                                  <w:rStyle w:val="0ZFbold"/>
                                </w:rPr>
                                <w:t>unterwegs sein bedeutet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2743200" y="594360"/>
                            <a:ext cx="863600" cy="287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7752A6" w14:textId="6E9E847C" w:rsidR="00CD1361" w:rsidRPr="00CD1361" w:rsidRDefault="00CD1361" w:rsidP="00CD1361">
                              <w:pPr>
                                <w:pStyle w:val="02AufgabeTextv0n0"/>
                                <w:jc w:val="center"/>
                              </w:pPr>
                              <w:r>
                                <w:t>Wanderer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1299755" y="587829"/>
                            <a:ext cx="8636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F63C6C" w14:textId="77BB8302" w:rsidR="00CD1361" w:rsidRPr="00CD1361" w:rsidRDefault="00CD1361" w:rsidP="00CD1361">
                              <w:pPr>
                                <w:pStyle w:val="02AufgabeTextv0n0"/>
                                <w:jc w:val="center"/>
                              </w:pPr>
                              <w:r>
                                <w:t>Fremde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0" y="156755"/>
                            <a:ext cx="863600" cy="2889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7E0813" w14:textId="0DBE1AC3" w:rsidR="00CD1361" w:rsidRPr="00CD1361" w:rsidRDefault="00CD1361" w:rsidP="00CD1361">
                              <w:pPr>
                                <w:pStyle w:val="02AufgabeTextv0n0"/>
                                <w:jc w:val="center"/>
                              </w:pPr>
                              <w:r>
                                <w:t>Frau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erade Verbindung 30"/>
                        <wps:cNvCnPr/>
                        <wps:spPr>
                          <a:xfrm flipH="1">
                            <a:off x="0" y="444138"/>
                            <a:ext cx="433070" cy="43878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 Verbindung 31"/>
                        <wps:cNvCnPr/>
                        <wps:spPr>
                          <a:xfrm flipH="1">
                            <a:off x="287383" y="444138"/>
                            <a:ext cx="144054" cy="437642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Gerade Verbindung 64"/>
                        <wps:cNvCnPr/>
                        <wps:spPr>
                          <a:xfrm flipH="1" flipV="1">
                            <a:off x="431075" y="444138"/>
                            <a:ext cx="144236" cy="43395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Gerade Verbindung 68"/>
                        <wps:cNvCnPr/>
                        <wps:spPr>
                          <a:xfrm flipH="1">
                            <a:off x="862149" y="156755"/>
                            <a:ext cx="792771" cy="14536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Gerade Verbindung 70"/>
                        <wps:cNvCnPr/>
                        <wps:spPr>
                          <a:xfrm flipH="1">
                            <a:off x="1730829" y="287383"/>
                            <a:ext cx="434975" cy="30162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Gerade Verbindung 72"/>
                        <wps:cNvCnPr/>
                        <wps:spPr>
                          <a:xfrm>
                            <a:off x="2743200" y="287383"/>
                            <a:ext cx="428716" cy="302786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Gerade Verbindung 73"/>
                        <wps:cNvCnPr/>
                        <wps:spPr>
                          <a:xfrm flipH="1">
                            <a:off x="2886892" y="881743"/>
                            <a:ext cx="288199" cy="42780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Gerade Verbindung 74"/>
                        <wps:cNvCnPr/>
                        <wps:spPr>
                          <a:xfrm flipH="1" flipV="1">
                            <a:off x="3174275" y="875212"/>
                            <a:ext cx="288272" cy="432562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Gerade Verbindung 76"/>
                        <wps:cNvCnPr/>
                        <wps:spPr>
                          <a:xfrm flipH="1" flipV="1">
                            <a:off x="4467497" y="581298"/>
                            <a:ext cx="290014" cy="432434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Gerade Verbindung 77"/>
                        <wps:cNvCnPr/>
                        <wps:spPr>
                          <a:xfrm flipH="1">
                            <a:off x="1443446" y="881743"/>
                            <a:ext cx="288199" cy="42780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Gerade Verbindung 78"/>
                        <wps:cNvCnPr/>
                        <wps:spPr>
                          <a:xfrm flipH="1" flipV="1">
                            <a:off x="1730829" y="875212"/>
                            <a:ext cx="288272" cy="432562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80" o:spid="_x0000_s1026" style="position:absolute;margin-left:33.7pt;margin-top:3pt;width:385.85pt;height:103.1pt;z-index:251762176" coordsize="49000,13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">
                <v:line id="Gerade Verbindung 65" o:spid="_x0000_s1027" style="position:absolute;flip:x y;visibility:visible;mso-wrap-style:square" from="4310,4441" to="8660,8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fXXcUAAADbAAAADwAAAGRycy9kb3ducmV2LnhtbESPQWvCQBSE74X+h+UJ3uquqdUSXUWL&#10;ovRkbKHt7ZF9JqHZtyG7avz3rlDocZiZb5jZorO1OFPrK8cahgMFgjh3puJCw+fH5ukVhA/IBmvH&#10;pOFKHhbzx4cZpsZdOKPzIRQiQtinqKEMoUml9HlJFv3ANcTRO7rWYoiyLaRp8RLhtpaJUmNpseK4&#10;UGJDbyXlv4eT1fCj1t/7bLhNzCoZHVXmn9+/Jqx1v9ctpyACdeE//NfeGQ3jF7h/i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fXXcUAAADbAAAADwAAAAAAAAAA&#10;AAAAAAChAgAAZHJzL2Rvd25yZXYueG1sUEsFBgAAAAAEAAQA+QAAAJMDAAAAAA==&#10;" strokecolor="black [3213]" strokeweight=".5pt"/>
                <v:line id="Gerade Verbindung 69" o:spid="_x0000_s1028" style="position:absolute;visibility:visible;mso-wrap-style:square" from="32395,1567" to="40333,3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M3qsQAAADbAAAADwAAAGRycy9kb3ducmV2LnhtbESPQWvCQBSE7wX/w/KEXkQ3erBt6ioq&#10;CiIFqRVyfWRfs9Hs25DdmvjvXUHocZiZb5jZorOVuFLjS8cKxqMEBHHudMmFgtPPdvgOwgdkjZVj&#10;UnAjD4t572WGqXYtf9P1GAoRIexTVGBCqFMpfW7Ioh+5mjh6v66xGKJsCqkbbCPcVnKSJFNpseS4&#10;YLCmtaH8cvyzClab8/Kgzdtg3WZFVrdfWaL3mVKv/W75CSJQF/7Dz/ZOK5h+wONL/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UzeqxAAAANsAAAAPAAAAAAAAAAAA&#10;AAAAAKECAABkcnMvZG93bnJldi54bWxQSwUGAAAAAAQABAD5AAAAkgMAAAAA&#10;" strokecolor="black [3213]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1" o:spid="_x0000_s1029" type="#_x0000_t202" style="position:absolute;left:40364;top:1567;width:8636;height:4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RzCsMA&#10;AADbAAAADwAAAGRycy9kb3ducmV2LnhtbESPQWvCQBSE74X+h+UVvDWbSJAaXSUVgj14qebi7ZF9&#10;TUKyb0N2NfHfu4VCj8PMfMNs97PpxZ1G11pWkEQxCOLK6pZrBeWleP8A4Tyyxt4yKXiQg/3u9WWL&#10;mbYTf9P97GsRIOwyVNB4P2RSuqohgy6yA3Hwfuxo0Ac51lKPOAW46eUyjlfSYMthocGBDg1V3flm&#10;FFyLMvXFofxM5x7z4kSdO147pRZvc74B4Wn2/+G/9pdWsE7g90v4AXL3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RzCs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33E9297" w14:textId="328800A2" w:rsidR="00CD1361" w:rsidRPr="00CD1361" w:rsidRDefault="00CD1361" w:rsidP="00AD35A1">
                        <w:pPr>
                          <w:pStyle w:val="02AufgabeTextv0n0"/>
                          <w:jc w:val="center"/>
                        </w:pPr>
                        <w:r>
                          <w:t>Frau auf dem Weg zu</w:t>
                        </w:r>
                        <w:r w:rsidR="00377633">
                          <w:t>m</w:t>
                        </w:r>
                        <w:r>
                          <w:t xml:space="preserve"> Dorf</w:t>
                        </w:r>
                      </w:p>
                    </w:txbxContent>
                  </v:textbox>
                </v:shape>
                <v:shape id="Textfeld 323" o:spid="_x0000_s1030" type="#_x0000_t202" style="position:absolute;left:16589;width:15837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2BMMA&#10;AADcAAAADwAAAGRycy9kb3ducmV2LnhtbESPQYvCMBSE74L/IbwFb5quiizVtKhQ3IMX3V68PZpn&#10;W9q8lCZq/fcbQfA4zMw3zCYdTCvu1LvasoLvWQSCuLC65lJB/pdNf0A4j6yxtUwKnuQgTcajDcba&#10;PvhE97MvRYCwi1FB5X0XS+mKigy6me2Ig3e1vUEfZF9K3eMjwE0r51G0kgZrDgsVdrSvqGjON6Pg&#10;kuVLn+3z3XJocZsdqXGHS6PU5GvYrkF4Gvwn/G7/agWL+QJeZ8IRkM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o2BM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2E978A4" w14:textId="2C146894" w:rsidR="00CD1361" w:rsidRDefault="00CD1361" w:rsidP="00AD35A1">
                        <w:pPr>
                          <w:pStyle w:val="02AufgabeTextv0n0"/>
                          <w:jc w:val="center"/>
                        </w:pPr>
                        <w:r>
                          <w:rPr>
                            <w:rStyle w:val="0ZFbold"/>
                          </w:rPr>
                          <w:t>unterwegs sein bedeutet</w:t>
                        </w:r>
                      </w:p>
                    </w:txbxContent>
                  </v:textbox>
                </v:shape>
                <v:shape id="Textfeld 26" o:spid="_x0000_s1031" type="#_x0000_t202" style="position:absolute;left:27432;top:5943;width:8636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Iimb8A&#10;AADbAAAADwAAAGRycy9kb3ducmV2LnhtbESPwQrCMBBE74L/EFbwpqkiItUoKhQ9eFF78bY0a1va&#10;bEoTtf69EQSPw8y8YVabztTiSa0rLSuYjCMQxJnVJecK0msyWoBwHlljbZkUvMnBZt3vrTDW9sVn&#10;el58LgKEXYwKCu+bWEqXFWTQjW1DHLy7bQ36INtc6hZfAW5qOY2iuTRYclgosKF9QVl1eRgFtySd&#10;+WSf7mZdjdvkRJU73CqlhoNuuwThqfP/8K991Aqmc/h+CT9Ar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oiKZvwAAANsAAAAPAAAAAAAAAAAAAAAAAJgCAABkcnMvZG93bnJl&#10;di54bWxQSwUGAAAAAAQABAD1AAAAhAMAAAAA&#10;" fillcolor="white [3212]" strokecolor="black [3213]" strokeweight=".5pt">
                  <v:textbox inset="0,0,0,0">
                    <w:txbxContent>
                      <w:p w14:paraId="267752A6" w14:textId="6E9E847C" w:rsidR="00CD1361" w:rsidRPr="00CD1361" w:rsidRDefault="00CD1361" w:rsidP="00CD1361">
                        <w:pPr>
                          <w:pStyle w:val="02AufgabeTextv0n0"/>
                          <w:jc w:val="center"/>
                        </w:pPr>
                        <w:r>
                          <w:t>Wanderer</w:t>
                        </w:r>
                      </w:p>
                    </w:txbxContent>
                  </v:textbox>
                </v:shape>
                <v:shape id="Textfeld 27" o:spid="_x0000_s1032" type="#_x0000_t202" style="position:absolute;left:12997;top:5878;width:8636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HAsMA&#10;AADbAAAADwAAAGRycy9kb3ducmV2LnhtbESPQWvCQBSE7wX/w/KE3pqNElqJrqKB0B56qebi7ZF9&#10;JiHZtyG7JvHfu4VCj8PMfMPsDrPpxEiDaywrWEUxCOLS6oYrBcUlf9uAcB5ZY2eZFDzIwWG/eNlh&#10;qu3EPzSefSUChF2KCmrv+1RKV9Zk0EW2Jw7ezQ4GfZBDJfWAU4CbTq7j+F0abDgs1NhTVlPZnu9G&#10;wTUvEp9nxSmZOzzm39S6z2ur1OtyPm5BeJr9f/iv/aUVrD/g90v4AXL/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6HAs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16F63C6C" w14:textId="77BB8302" w:rsidR="00CD1361" w:rsidRPr="00CD1361" w:rsidRDefault="00CD1361" w:rsidP="00CD1361">
                        <w:pPr>
                          <w:pStyle w:val="02AufgabeTextv0n0"/>
                          <w:jc w:val="center"/>
                        </w:pPr>
                        <w:r>
                          <w:t>Fremde</w:t>
                        </w:r>
                      </w:p>
                    </w:txbxContent>
                  </v:textbox>
                </v:shape>
                <v:shape id="Textfeld 28" o:spid="_x0000_s1033" type="#_x0000_t202" style="position:absolute;top:1567;width:8636;height:2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TcLwA&#10;AADbAAAADwAAAGRycy9kb3ducmV2LnhtbERPvQrCMBDeBd8hnOCmqSIi1SgqFB1c1C7djuZsS5tL&#10;aaLWtzeD4Pjx/W92vWnEizpXWVYwm0YgiHOrKy4UpPdksgLhPLLGxjIp+JCD3XY42GCs7Zuv9Lr5&#10;QoQQdjEqKL1vYyldXpJBN7UtceAetjPoA+wKqTt8h3DTyHkULaXBikNDiS0dS8rr29MoyJJ04ZNj&#10;elj0De6TC9XulNVKjUf9fg3CU+//4p/7rBXMw9jwJfwAuf0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1cRNwvAAAANsAAAAPAAAAAAAAAAAAAAAAAJgCAABkcnMvZG93bnJldi54&#10;bWxQSwUGAAAAAAQABAD1AAAAgQMAAAAA&#10;" fillcolor="white [3212]" strokecolor="black [3213]" strokeweight=".5pt">
                  <v:textbox inset="0,0,0,0">
                    <w:txbxContent>
                      <w:p w14:paraId="5E7E0813" w14:textId="0DBE1AC3" w:rsidR="00CD1361" w:rsidRPr="00CD1361" w:rsidRDefault="00CD1361" w:rsidP="00CD1361">
                        <w:pPr>
                          <w:pStyle w:val="02AufgabeTextv0n0"/>
                          <w:jc w:val="center"/>
                        </w:pPr>
                        <w:r>
                          <w:t>Frau</w:t>
                        </w:r>
                      </w:p>
                    </w:txbxContent>
                  </v:textbox>
                </v:shape>
                <v:line id="Gerade Verbindung 30" o:spid="_x0000_s1034" style="position:absolute;flip:x;visibility:visible;mso-wrap-style:square" from="0,4441" to="4330,8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TwF8EAAADb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QzC+vAl/AA5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JPAXwQAAANsAAAAPAAAAAAAAAAAAAAAA&#10;AKECAABkcnMvZG93bnJldi54bWxQSwUGAAAAAAQABAD5AAAAjwMAAAAA&#10;" strokecolor="black [3213]" strokeweight=".5pt"/>
                <v:line id="Gerade Verbindung 31" o:spid="_x0000_s1035" style="position:absolute;flip:x;visibility:visible;mso-wrap-style:square" from="2873,4441" to="4314,8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hVjMYAAADbAAAADwAAAGRycy9kb3ducmV2LnhtbESPT2vCQBTE7wW/w/IK3upGA0VTV9FC&#10;pcVD/VNIj4/sMwlm34bsNon59F2h0OMwM79hluveVKKlxpWWFUwnEQjizOqScwVf57enOQjnkTVW&#10;lknBjRysV6OHJSbadnyk9uRzESDsElRQeF8nUrqsIINuYmvi4F1sY9AH2eRSN9gFuKnkLIqepcGS&#10;w0KBNb0WlF1PP0bBcJ35Q/rxuZPbTbkf0kV8+a5TpcaP/eYFhKfe/4f/2u9aQTyF+5fwA+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VYzGAAAA2wAAAA8AAAAAAAAA&#10;AAAAAAAAoQIAAGRycy9kb3ducmV2LnhtbFBLBQYAAAAABAAEAPkAAACUAwAAAAA=&#10;" strokecolor="black [3213]" strokeweight=".5pt"/>
                <v:line id="Gerade Verbindung 64" o:spid="_x0000_s1036" style="position:absolute;flip:x y;visibility:visible;mso-wrap-style:square" from="4310,4441" to="5753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tyxsUAAADbAAAADwAAAGRycy9kb3ducmV2LnhtbESPQWvCQBSE74X+h+UVequ7RrGSukoV&#10;S8VTkwra2yP7TEKzb0N2q/Hfu4LQ4zAz3zCzRW8bcaLO1441DAcKBHHhTM2lht33x8sUhA/IBhvH&#10;pOFCHhbzx4cZpsadOaNTHkoRIexT1FCF0KZS+qIii37gWuLoHV1nMUTZldJ0eI5w28hEqYm0WHNc&#10;qLClVUXFb/5nNfyo9eErG34mZpmMjyrzo+3+lbV+furf30AE6sN/+N7eGA2TMdy+xB8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tyxsUAAADbAAAADwAAAAAAAAAA&#10;AAAAAAChAgAAZHJzL2Rvd25yZXYueG1sUEsFBgAAAAAEAAQA+QAAAJMDAAAAAA==&#10;" strokecolor="black [3213]" strokeweight=".5pt"/>
                <v:line id="Gerade Verbindung 68" o:spid="_x0000_s1037" style="position:absolute;flip:x;visibility:visible;mso-wrap-style:square" from="8621,1567" to="16549,3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HTDMMAAADbAAAADwAAAGRycy9kb3ducmV2LnhtbERPTWvCQBC9F/wPywje6sYIUqOrREFp&#10;6aGtCvE4ZMckmJ0N2W2S+uu7h0KPj/e93g6mFh21rrKsYDaNQBDnVldcKLicD88vIJxH1lhbJgU/&#10;5GC7GT2tMdG25y/qTr4QIYRdggpK75tESpeXZNBNbUMcuJttDfoA20LqFvsQbmoZR9FCGqw4NJTY&#10;0L6k/H76Ngoe99h/Zm8fR7lLq/dHtpzfrk2m1GQ8pCsQngb/L/5zv2oFizA2fAk/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h0wzDAAAA2wAAAA8AAAAAAAAAAAAA&#10;AAAAoQIAAGRycy9kb3ducmV2LnhtbFBLBQYAAAAABAAEAPkAAACRAwAAAAA=&#10;" strokecolor="black [3213]" strokeweight=".5pt"/>
                <v:line id="Gerade Verbindung 70" o:spid="_x0000_s1038" style="position:absolute;flip:x;visibility:visible;mso-wrap-style:square" from="17308,2873" to="21658,5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5J18MAAADbAAAADwAAAGRycy9kb3ducmV2LnhtbERPTWvCQBC9C/0PyxS86aYp1DZ1FRVa&#10;Kh7aWiEeh+yYBLOzIbsmaX69exA8Pt73fNmbSrTUuNKygqdpBII4s7rkXMHh72PyCsJ5ZI2VZVLw&#10;Tw6Wi4fRHBNtO/6ldu9zEULYJaig8L5OpHRZQQbd1NbEgTvZxqAPsMmlbrAL4aaScRS9SIMlh4YC&#10;a9oUlJ33F6NgOMf+J91+f8r1qtwN6dvz6VinSo0f+9U7CE+9v4tv7i+tYBbWhy/hB8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OSdfDAAAA2wAAAA8AAAAAAAAAAAAA&#10;AAAAoQIAAGRycy9kb3ducmV2LnhtbFBLBQYAAAAABAAEAPkAAACRAwAAAAA=&#10;" strokecolor="black [3213]" strokeweight=".5pt"/>
                <v:line id="Gerade Verbindung 72" o:spid="_x0000_s1039" style="position:absolute;visibility:visible;mso-wrap-style:square" from="27432,2873" to="31719,5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4zBsUAAADbAAAADwAAAGRycy9kb3ducmV2LnhtbESPT2vCQBTE74V+h+UVvIhu6qFKdBOs&#10;VChFEP9Aro/sMxvNvg3ZrUm/vVso9DjMzG+YVT7YRtyp87VjBa/TBARx6XTNlYLzaTtZgPABWWPj&#10;mBT8kIc8e35aYapdzwe6H0MlIoR9igpMCG0qpS8NWfRT1xJH7+I6iyHKrpK6wz7CbSNnSfImLdYc&#10;Fwy2tDFU3o7fVsH7x3W912Y+3vRFVbT9rkj0V6HU6GVYL0EEGsJ/+K/9qRXMZ/D7Jf4AmT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4zBsUAAADbAAAADwAAAAAAAAAA&#10;AAAAAAChAgAAZHJzL2Rvd25yZXYueG1sUEsFBgAAAAAEAAQA+QAAAJMDAAAAAA==&#10;" strokecolor="black [3213]" strokeweight=".5pt"/>
                <v:line id="Gerade Verbindung 73" o:spid="_x0000_s1040" style="position:absolute;flip:x;visibility:visible;mso-wrap-style:square" from="28868,8817" to="31750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zXoMYAAADbAAAADwAAAGRycy9kb3ducmV2LnhtbESPQWvCQBSE7wX/w/KE3sxGBWuja1Ch&#10;Yumh1RbS4yP7TEKyb0N21dRf3y0IPQ4z8w2zTHvTiAt1rrKsYBzFIIhzqysuFHx9vozmIJxH1thY&#10;JgU/5CBdDR6WmGh75QNdjr4QAcIuQQWl920ipctLMugi2xIH72Q7gz7IrpC6w2uAm0ZO4ngmDVYc&#10;FkpsaVtSXh/PRsGtnviP7PV9Jzfr6u2WPU9P322m1OOwXy9AeOr9f/je3msFT1P4+xJ+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c16DGAAAA2wAAAA8AAAAAAAAA&#10;AAAAAAAAoQIAAGRycy9kb3ducmV2LnhtbFBLBQYAAAAABAAEAPkAAACUAwAAAAA=&#10;" strokecolor="black [3213]" strokeweight=".5pt"/>
                <v:line id="Gerade Verbindung 74" o:spid="_x0000_s1041" style="position:absolute;flip:x y;visibility:visible;mso-wrap-style:square" from="31742,8752" to="34625,1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LkG8UAAADbAAAADwAAAGRycy9kb3ducmV2LnhtbESPQWvCQBSE70L/w/IKvemuqTQldRUt&#10;LYqnxgrq7ZF9JqHZtyG71fjvXaHQ4zAz3zDTeW8bcabO1441jEcKBHHhTM2lht335/AVhA/IBhvH&#10;pOFKHuazh8EUM+MunNN5G0oRIewz1FCF0GZS+qIii37kWuLonVxnMUTZldJ0eIlw28hEqRdpsea4&#10;UGFL7xUVP9tfq+GoPg5f+XiVmGUyOancP2/2KWv99Ngv3kAE6sN/+K+9NhrSCdy/xB8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LkG8UAAADbAAAADwAAAAAAAAAA&#10;AAAAAAChAgAAZHJzL2Rvd25yZXYueG1sUEsFBgAAAAAEAAQA+QAAAJMDAAAAAA==&#10;" strokecolor="black [3213]" strokeweight=".5pt"/>
                <v:line id="Gerade Verbindung 76" o:spid="_x0000_s1042" style="position:absolute;flip:x y;visibility:visible;mso-wrap-style:square" from="44674,5812" to="47575,10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zf98UAAADbAAAADwAAAGRycy9kb3ducmV2LnhtbESPQWvCQBSE70L/w/IKvemuqRhJXUVL&#10;i8WT0UL19sg+k9Ds25DdavrvuwXB4zAz3zDzZW8bcaHO1441jEcKBHHhTM2lhs/D+3AGwgdkg41j&#10;0vBLHpaLh8EcM+OunNNlH0oRIewz1FCF0GZS+qIii37kWuLonV1nMUTZldJ0eI1w28hEqam0WHNc&#10;qLCl14qK7/2P1XBSb8ddPt4kZp1Mzir3z9uvlLV+euxXLyAC9eEevrU/jIZ0Cv9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zf98UAAADbAAAADwAAAAAAAAAA&#10;AAAAAAChAgAAZHJzL2Rvd25yZXYueG1sUEsFBgAAAAAEAAQA+QAAAJMDAAAAAA==&#10;" strokecolor="black [3213]" strokeweight=".5pt"/>
                <v:line id="Gerade Verbindung 77" o:spid="_x0000_s1043" style="position:absolute;flip:x;visibility:visible;mso-wrap-style:square" from="14434,8817" to="17316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fRo8YAAADbAAAADwAAAGRycy9kb3ducmV2LnhtbESPQWvCQBSE7wX/w/KE3pqNCmqja1DB&#10;0uKh1RbS4yP7TEKyb0N2q9Ff3xUKPQ4z8w2zTHvTiDN1rrKsYBTFIIhzqysuFHx97p7mIJxH1thY&#10;JgVXcpCuBg9LTLS98IHOR1+IAGGXoILS+zaR0uUlGXSRbYmDd7KdQR9kV0jd4SXATSPHcTyVBisO&#10;CyW2tC0pr48/RsGtHvuP7O39RW7W1f6WPU9O322m1OOwXy9AeOr9f/iv/aoVzGZw/xJ+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n0aPGAAAA2wAAAA8AAAAAAAAA&#10;AAAAAAAAoQIAAGRycy9kb3ducmV2LnhtbFBLBQYAAAAABAAEAPkAAACUAwAAAAA=&#10;" strokecolor="black [3213]" strokeweight=".5pt"/>
                <v:line id="Gerade Verbindung 78" o:spid="_x0000_s1044" style="position:absolute;flip:x y;visibility:visible;mso-wrap-style:square" from="17308,8752" to="20191,1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/uHsEAAADbAAAADwAAAGRycy9kb3ducmV2LnhtbERPz2vCMBS+D/Y/hDfYbSZ2Y0pnFBVl&#10;4smqoN4ezbMta15KE7X+9+Yw8Pjx/R5NOluLK7W+cqyh31MgiHNnKi407HfLjyEIH5AN1o5Jw508&#10;TMavLyNMjbtxRtdtKEQMYZ+ihjKEJpXS5yVZ9D3XEEfu7FqLIcK2kKbFWwy3tUyU+pYWK44NJTY0&#10;Lyn/216shpNaHDdZ/zcxs+TrrDL/uT4MWOv3t276AyJQF57if/fKaBjEsfFL/AFy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P+4ewQAAANsAAAAPAAAAAAAAAAAAAAAA&#10;AKECAABkcnMvZG93bnJldi54bWxQSwUGAAAAAAQABAD5AAAAjwMAAAAA&#10;" strokecolor="black [3213]" strokeweight=".5pt"/>
              </v:group>
            </w:pict>
          </mc:Fallback>
        </mc:AlternateContent>
      </w:r>
    </w:p>
    <w:p w14:paraId="40139980" w14:textId="6F748E56" w:rsidR="00CD1361" w:rsidRDefault="00CD1361" w:rsidP="006527FD">
      <w:pPr>
        <w:pStyle w:val="02AufgabeTextv0n0"/>
      </w:pPr>
    </w:p>
    <w:p w14:paraId="3339C718" w14:textId="77777777" w:rsidR="00CD1361" w:rsidRDefault="00CD1361" w:rsidP="006527FD">
      <w:pPr>
        <w:pStyle w:val="02AufgabeTextv0n0"/>
      </w:pPr>
    </w:p>
    <w:p w14:paraId="4A97AB0D" w14:textId="0E1093F9" w:rsidR="00CD1361" w:rsidRDefault="00CD1361" w:rsidP="006527FD">
      <w:pPr>
        <w:pStyle w:val="02AufgabeTextv0n0"/>
      </w:pPr>
    </w:p>
    <w:p w14:paraId="3789E891" w14:textId="77777777" w:rsidR="00CD1361" w:rsidRDefault="00CD1361" w:rsidP="006527FD">
      <w:pPr>
        <w:pStyle w:val="02AufgabeTextv0n0"/>
      </w:pPr>
    </w:p>
    <w:p w14:paraId="19774550" w14:textId="77777777" w:rsidR="00CD1361" w:rsidRDefault="00CD1361" w:rsidP="006527FD">
      <w:pPr>
        <w:pStyle w:val="02AufgabeTextv0n0"/>
      </w:pPr>
    </w:p>
    <w:sectPr w:rsidR="00CD1361" w:rsidSect="008C20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3DBFE" w14:textId="77777777" w:rsidR="00103BE8" w:rsidRDefault="00103BE8" w:rsidP="002236A5">
      <w:r>
        <w:separator/>
      </w:r>
    </w:p>
    <w:p w14:paraId="191B8D6C" w14:textId="77777777" w:rsidR="00103BE8" w:rsidRDefault="00103BE8"/>
  </w:endnote>
  <w:endnote w:type="continuationSeparator" w:id="0">
    <w:p w14:paraId="7F03E5C0" w14:textId="77777777" w:rsidR="00103BE8" w:rsidRDefault="00103BE8" w:rsidP="002236A5">
      <w:r>
        <w:continuationSeparator/>
      </w:r>
    </w:p>
    <w:p w14:paraId="5391FBE6" w14:textId="77777777" w:rsidR="00103BE8" w:rsidRDefault="00103B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3D31E48B" w14:textId="7777777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7167FBC0" w14:textId="77777777" w:rsidR="002168E1" w:rsidRDefault="002168E1" w:rsidP="007F2E9F">
          <w:pPr>
            <w:pStyle w:val="09FussText"/>
          </w:pPr>
        </w:p>
      </w:tc>
    </w:tr>
    <w:tr w:rsidR="002168E1" w:rsidRPr="00C61517" w14:paraId="50BE730F" w14:textId="7777777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E1982A3" w14:textId="77777777" w:rsidR="002168E1" w:rsidRPr="00E75E6B" w:rsidRDefault="002168E1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14:paraId="73B56E65" w14:textId="77777777" w:rsidR="002168E1" w:rsidRPr="00C61517" w:rsidRDefault="002168E1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125907F7" w14:textId="77777777" w:rsidR="002168E1" w:rsidRPr="00995692" w:rsidRDefault="002168E1" w:rsidP="007F2E9F">
          <w:pPr>
            <w:pStyle w:val="09Fusslogo"/>
          </w:pPr>
          <w:r>
            <w:rPr>
              <w:noProof/>
            </w:rPr>
            <w:drawing>
              <wp:inline distT="0" distB="0" distL="0" distR="0" wp14:anchorId="4666FD90" wp14:editId="781A4577">
                <wp:extent cx="438150" cy="219075"/>
                <wp:effectExtent l="0" t="0" r="0" b="9525"/>
                <wp:docPr id="22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C93382A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36DE8E42" w14:textId="77777777" w:rsidR="002168E1" w:rsidRPr="001B26AA" w:rsidRDefault="002168E1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14:paraId="13043C24" w14:textId="77777777" w:rsidR="002168E1" w:rsidRPr="001B26AA" w:rsidRDefault="002168E1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483F377" w14:textId="77777777" w:rsidR="002168E1" w:rsidRPr="00C61517" w:rsidRDefault="002168E1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751FF385" w14:textId="77777777" w:rsidR="002168E1" w:rsidRDefault="002168E1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14:paraId="65CE269B" w14:textId="77777777" w:rsidR="002168E1" w:rsidRPr="001C4596" w:rsidRDefault="002168E1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30ABFABA" w14:textId="77777777" w:rsidR="002168E1" w:rsidRPr="008428BE" w:rsidRDefault="002168E1" w:rsidP="007F2E9F">
          <w:pPr>
            <w:pStyle w:val="09FussPaginarechts"/>
          </w:pPr>
        </w:p>
      </w:tc>
    </w:tr>
  </w:tbl>
  <w:p w14:paraId="3550D6D9" w14:textId="77777777" w:rsidR="002168E1" w:rsidRPr="00ED5E69" w:rsidRDefault="002168E1" w:rsidP="00093C48"/>
  <w:p w14:paraId="794F18D9" w14:textId="77777777" w:rsidR="002168E1" w:rsidRDefault="002168E1" w:rsidP="00093C48"/>
  <w:p w14:paraId="6A792AC0" w14:textId="77777777" w:rsidR="002168E1" w:rsidRDefault="002168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2168E1" w:rsidRPr="00C61517" w14:paraId="262F6D32" w14:textId="77777777" w:rsidTr="00A35DAD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0CB2107E" w14:textId="77777777" w:rsidR="002168E1" w:rsidRDefault="002168E1" w:rsidP="00A35DAD">
          <w:pPr>
            <w:pStyle w:val="09FussText"/>
          </w:pPr>
        </w:p>
      </w:tc>
    </w:tr>
    <w:tr w:rsidR="002168E1" w:rsidRPr="00C61517" w14:paraId="596CBB59" w14:textId="77777777" w:rsidTr="00A35DAD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047CCC38" w14:textId="77777777" w:rsidR="002168E1" w:rsidRPr="00C61517" w:rsidRDefault="002168E1" w:rsidP="00A35DA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42B32489" w14:textId="77777777" w:rsidR="002168E1" w:rsidRPr="00C61517" w:rsidRDefault="002168E1" w:rsidP="00A35DA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6D8D6B57" w14:textId="77777777" w:rsidR="002168E1" w:rsidRPr="00995692" w:rsidRDefault="002168E1" w:rsidP="00A35DAD">
          <w:pPr>
            <w:pStyle w:val="09Fusslogo"/>
          </w:pPr>
          <w:r>
            <w:rPr>
              <w:noProof/>
            </w:rPr>
            <w:drawing>
              <wp:inline distT="0" distB="0" distL="0" distR="0" wp14:anchorId="22E7E35D" wp14:editId="350A2773">
                <wp:extent cx="438150" cy="219075"/>
                <wp:effectExtent l="0" t="0" r="0" b="9525"/>
                <wp:docPr id="25" name="Grafik 25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5BE50F" w14:textId="77777777" w:rsidR="002168E1" w:rsidRPr="00C61517" w:rsidRDefault="002168E1" w:rsidP="00A35DA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116F656A" w14:textId="36D7DA3C" w:rsidR="002168E1" w:rsidRDefault="002168E1" w:rsidP="00A35DAD">
          <w:pPr>
            <w:pStyle w:val="09FussText"/>
            <w:spacing w:before="30"/>
          </w:pPr>
          <w:r>
            <w:t>© Ernst Klett Verlag GmbH, Stuttgart 2018 | www.klett.de | ISBN 978-3-12-35259</w:t>
          </w:r>
          <w:r w:rsidR="0077592D">
            <w:t>4</w:t>
          </w:r>
          <w:r>
            <w:t>-</w:t>
          </w:r>
          <w:r w:rsidR="0077592D">
            <w:t>0</w:t>
          </w:r>
        </w:p>
        <w:p w14:paraId="79925BBC" w14:textId="77777777" w:rsidR="002168E1" w:rsidRPr="001B26AA" w:rsidRDefault="002168E1" w:rsidP="00A35D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7ED63F64" w14:textId="77777777" w:rsidR="002168E1" w:rsidRPr="00C61517" w:rsidRDefault="002168E1" w:rsidP="00A35DA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7C4AE885" w14:textId="77777777" w:rsidR="002168E1" w:rsidRDefault="002168E1" w:rsidP="00A35DAD">
          <w:pPr>
            <w:pStyle w:val="09FussText"/>
            <w:spacing w:before="30"/>
          </w:pPr>
          <w:r>
            <w:t>NAME:</w:t>
          </w:r>
          <w:r>
            <w:br/>
          </w:r>
        </w:p>
        <w:p w14:paraId="60C726A2" w14:textId="77777777" w:rsidR="002168E1" w:rsidRPr="001C4596" w:rsidRDefault="002168E1" w:rsidP="00A35DAD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14:paraId="5321F97B" w14:textId="77777777" w:rsidR="002168E1" w:rsidRPr="00E75E6B" w:rsidRDefault="002168E1" w:rsidP="00A35DAD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231F8">
            <w:t>2</w:t>
          </w:r>
          <w:r>
            <w:fldChar w:fldCharType="end"/>
          </w:r>
        </w:p>
      </w:tc>
    </w:tr>
  </w:tbl>
  <w:p w14:paraId="3B5C331A" w14:textId="77777777" w:rsidR="002168E1" w:rsidRDefault="002168E1" w:rsidP="00A061E2">
    <w:pPr>
      <w:pStyle w:val="zzAbstand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57080" w14:textId="77777777" w:rsidR="00181B75" w:rsidRDefault="00181B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28735" w14:textId="77777777" w:rsidR="00103BE8" w:rsidRDefault="00103BE8" w:rsidP="002236A5">
      <w:r>
        <w:separator/>
      </w:r>
    </w:p>
    <w:p w14:paraId="67BA031F" w14:textId="77777777" w:rsidR="00103BE8" w:rsidRDefault="00103BE8"/>
  </w:footnote>
  <w:footnote w:type="continuationSeparator" w:id="0">
    <w:p w14:paraId="1103F602" w14:textId="77777777" w:rsidR="00103BE8" w:rsidRDefault="00103BE8" w:rsidP="002236A5">
      <w:r>
        <w:continuationSeparator/>
      </w:r>
    </w:p>
    <w:p w14:paraId="600173EE" w14:textId="77777777" w:rsidR="00103BE8" w:rsidRDefault="00103B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21782EE8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7AACD57E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53874CCA" w14:textId="77777777" w:rsidR="002168E1" w:rsidRPr="00C61517" w:rsidRDefault="002168E1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C83FF3">
            <w:rPr>
              <w:noProof/>
              <w:sz w:val="16"/>
              <w:szCs w:val="16"/>
            </w:rPr>
            <w:t>3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t>/</w:t>
          </w:r>
          <w:r w:rsidR="00B678E1">
            <w:rPr>
              <w:noProof/>
            </w:rPr>
            <w:fldChar w:fldCharType="begin"/>
          </w:r>
          <w:r w:rsidR="00B678E1">
            <w:rPr>
              <w:noProof/>
            </w:rPr>
            <w:instrText xml:space="preserve"> NUMPAGES   \* MERGEFORMAT </w:instrText>
          </w:r>
          <w:r w:rsidR="00B678E1">
            <w:rPr>
              <w:noProof/>
            </w:rPr>
            <w:fldChar w:fldCharType="separate"/>
          </w:r>
          <w:r w:rsidR="00C83FF3">
            <w:rPr>
              <w:noProof/>
            </w:rPr>
            <w:t>3</w:t>
          </w:r>
          <w:r w:rsidR="00B678E1">
            <w:rPr>
              <w:noProof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0899D1B4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00EA496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1CCCB8D4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14:paraId="74DB688A" w14:textId="77777777" w:rsidR="002168E1" w:rsidRPr="008C45EC" w:rsidRDefault="002168E1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14:paraId="204679EF" w14:textId="77777777" w:rsidR="002168E1" w:rsidRDefault="002168E1" w:rsidP="00E556E9">
          <w:pPr>
            <w:pStyle w:val="09KopfKolumnentitel0"/>
          </w:pPr>
          <w:r w:rsidRPr="00E556E9">
            <w:t xml:space="preserve">E.T.A. Hoffmann: </w:t>
          </w:r>
        </w:p>
        <w:p w14:paraId="4AC08CC8" w14:textId="77777777" w:rsidR="002168E1" w:rsidRPr="008C45EC" w:rsidRDefault="002168E1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14:paraId="57E5AF05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AAC36D3" w14:textId="77777777" w:rsidR="002168E1" w:rsidRDefault="002168E1" w:rsidP="000F1D2C"/>
  <w:p w14:paraId="5BC00D80" w14:textId="77777777" w:rsidR="002168E1" w:rsidRDefault="002168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2168E1" w:rsidRPr="00C61517" w14:paraId="6A9E5549" w14:textId="7777777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3D4198ED" w14:textId="77777777" w:rsidR="002168E1" w:rsidRPr="00C61517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189483CF" w14:textId="77777777" w:rsidR="002168E1" w:rsidRPr="00C61517" w:rsidRDefault="002168E1" w:rsidP="00F15E2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6915E2">
            <w:t>1</w:t>
          </w:r>
          <w:r w:rsidRPr="00C61517">
            <w:rPr>
              <w:sz w:val="16"/>
              <w:szCs w:val="16"/>
            </w:rPr>
            <w:tab/>
          </w:r>
          <w:r w:rsidR="006915E2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1</w:t>
          </w:r>
          <w:r w:rsidRPr="00A65ED0">
            <w:rPr>
              <w:rStyle w:val="09KopfText8ptneg"/>
            </w:rPr>
            <w:t>/</w:t>
          </w:r>
          <w:r w:rsidRPr="00A65ED0">
            <w:rPr>
              <w:rStyle w:val="09KopfText8ptneg"/>
            </w:rPr>
            <w:fldChar w:fldCharType="begin"/>
          </w:r>
          <w:r w:rsidRPr="00A65ED0">
            <w:rPr>
              <w:rStyle w:val="09KopfText8ptneg"/>
            </w:rPr>
            <w:instrText xml:space="preserve"> NUMPAGES   \* MERGEFORMAT </w:instrText>
          </w:r>
          <w:r w:rsidRPr="00A65ED0">
            <w:rPr>
              <w:rStyle w:val="09KopfText8ptneg"/>
            </w:rPr>
            <w:fldChar w:fldCharType="separate"/>
          </w:r>
          <w:r w:rsidR="00F231F8">
            <w:rPr>
              <w:rStyle w:val="09KopfText8ptneg"/>
              <w:noProof/>
            </w:rPr>
            <w:t>2</w:t>
          </w:r>
          <w:r w:rsidRPr="00A65ED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14914929" w14:textId="77777777" w:rsidR="002168E1" w:rsidRDefault="002168E1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24B05CC6" w14:textId="77777777" w:rsidR="002168E1" w:rsidRPr="00C61517" w:rsidRDefault="002168E1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1CE3D838" w14:textId="77777777" w:rsidR="002168E1" w:rsidRPr="008C45EC" w:rsidRDefault="002168E1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6915E2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6BEAB056" w14:textId="3EB643BD" w:rsidR="002168E1" w:rsidRPr="008C45EC" w:rsidRDefault="006915E2" w:rsidP="007F2E9F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Zugänge</w:t>
          </w:r>
        </w:p>
      </w:tc>
      <w:tc>
        <w:tcPr>
          <w:tcW w:w="3402" w:type="dxa"/>
          <w:shd w:val="clear" w:color="auto" w:fill="auto"/>
          <w:vAlign w:val="bottom"/>
        </w:tcPr>
        <w:p w14:paraId="0219E94F" w14:textId="77777777" w:rsidR="00181B75" w:rsidRPr="003011EA" w:rsidRDefault="00181B75" w:rsidP="00181B75">
          <w:pPr>
            <w:pStyle w:val="09KopfKolumnentitel0"/>
            <w:rPr>
              <w:b/>
            </w:rPr>
          </w:pPr>
          <w:r>
            <w:rPr>
              <w:b/>
            </w:rPr>
            <w:t>u</w:t>
          </w:r>
          <w:r w:rsidRPr="003011EA">
            <w:rPr>
              <w:b/>
            </w:rPr>
            <w:t>nterwegs sein</w:t>
          </w:r>
        </w:p>
        <w:p w14:paraId="183B074F" w14:textId="37183386" w:rsidR="002168E1" w:rsidRPr="008C45EC" w:rsidRDefault="00181B75" w:rsidP="00181B75">
          <w:pPr>
            <w:pStyle w:val="09KopfKolumnentitelfett"/>
            <w:rPr>
              <w:rFonts w:cs="Arial"/>
              <w:lang w:eastAsia="zh-CN"/>
            </w:rPr>
          </w:pPr>
          <w:r>
            <w:rPr>
              <w:b w:val="0"/>
            </w:rPr>
            <w:t>Lyrik vom Barock bis zur Gegenwart</w:t>
          </w:r>
        </w:p>
      </w:tc>
      <w:tc>
        <w:tcPr>
          <w:tcW w:w="1020" w:type="dxa"/>
          <w:shd w:val="clear" w:color="auto" w:fill="auto"/>
          <w:vAlign w:val="bottom"/>
        </w:tcPr>
        <w:p w14:paraId="2B9412B4" w14:textId="77777777" w:rsidR="002168E1" w:rsidRPr="00C61517" w:rsidRDefault="002168E1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573ABFD0" w14:textId="77777777" w:rsidR="002168E1" w:rsidRDefault="002168E1"/>
  <w:p w14:paraId="03DD76CB" w14:textId="77777777" w:rsidR="002168E1" w:rsidRDefault="002168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AACBA" w14:textId="77777777" w:rsidR="00181B75" w:rsidRDefault="00181B7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1C214E"/>
    <w:multiLevelType w:val="multilevel"/>
    <w:tmpl w:val="02D64416"/>
    <w:numStyleLink w:val="KlettAufzStrich-5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454"/>
  <w:drawingGridHorizontalSpacing w:val="227"/>
  <w:drawingGridVerticalSpacing w:val="227"/>
  <w:characterSpacingControl w:val="doNotCompress"/>
  <w:hdr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E2"/>
    <w:rsid w:val="00000CAB"/>
    <w:rsid w:val="00002AF3"/>
    <w:rsid w:val="00007813"/>
    <w:rsid w:val="00007DB7"/>
    <w:rsid w:val="000157D0"/>
    <w:rsid w:val="00016B3E"/>
    <w:rsid w:val="00017387"/>
    <w:rsid w:val="00017BA6"/>
    <w:rsid w:val="0002101B"/>
    <w:rsid w:val="00023C34"/>
    <w:rsid w:val="000265AD"/>
    <w:rsid w:val="00036ADB"/>
    <w:rsid w:val="0004690C"/>
    <w:rsid w:val="0005377B"/>
    <w:rsid w:val="00064F61"/>
    <w:rsid w:val="000740A4"/>
    <w:rsid w:val="00076421"/>
    <w:rsid w:val="00076D79"/>
    <w:rsid w:val="0008565B"/>
    <w:rsid w:val="00091CAD"/>
    <w:rsid w:val="00093C48"/>
    <w:rsid w:val="000B219C"/>
    <w:rsid w:val="000B263C"/>
    <w:rsid w:val="000B2891"/>
    <w:rsid w:val="000B2D6E"/>
    <w:rsid w:val="000B66C4"/>
    <w:rsid w:val="000D1205"/>
    <w:rsid w:val="000D7BA7"/>
    <w:rsid w:val="000E4DE9"/>
    <w:rsid w:val="000E540A"/>
    <w:rsid w:val="000F1D2C"/>
    <w:rsid w:val="000F27F3"/>
    <w:rsid w:val="00101776"/>
    <w:rsid w:val="00103BE8"/>
    <w:rsid w:val="001122F8"/>
    <w:rsid w:val="00123448"/>
    <w:rsid w:val="00125837"/>
    <w:rsid w:val="00140F0F"/>
    <w:rsid w:val="00141F18"/>
    <w:rsid w:val="0014240F"/>
    <w:rsid w:val="00144428"/>
    <w:rsid w:val="001451A7"/>
    <w:rsid w:val="001472D4"/>
    <w:rsid w:val="0015286D"/>
    <w:rsid w:val="0015288C"/>
    <w:rsid w:val="0015448D"/>
    <w:rsid w:val="00154F8A"/>
    <w:rsid w:val="001550CC"/>
    <w:rsid w:val="00162882"/>
    <w:rsid w:val="00181B75"/>
    <w:rsid w:val="0018303D"/>
    <w:rsid w:val="00183A08"/>
    <w:rsid w:val="00187C27"/>
    <w:rsid w:val="001945FF"/>
    <w:rsid w:val="001967F8"/>
    <w:rsid w:val="001A0CE0"/>
    <w:rsid w:val="001A1AAA"/>
    <w:rsid w:val="001A59DA"/>
    <w:rsid w:val="001A6453"/>
    <w:rsid w:val="001B0D2C"/>
    <w:rsid w:val="001B4513"/>
    <w:rsid w:val="001B4EF4"/>
    <w:rsid w:val="001B59B7"/>
    <w:rsid w:val="001C14C9"/>
    <w:rsid w:val="001C1BA5"/>
    <w:rsid w:val="001C210F"/>
    <w:rsid w:val="001C5064"/>
    <w:rsid w:val="001C562F"/>
    <w:rsid w:val="001C6AB4"/>
    <w:rsid w:val="001E4CDB"/>
    <w:rsid w:val="001E7005"/>
    <w:rsid w:val="001F32D8"/>
    <w:rsid w:val="001F33D6"/>
    <w:rsid w:val="002109D5"/>
    <w:rsid w:val="00215816"/>
    <w:rsid w:val="00215A47"/>
    <w:rsid w:val="002168E1"/>
    <w:rsid w:val="002206C9"/>
    <w:rsid w:val="00222D16"/>
    <w:rsid w:val="002236A5"/>
    <w:rsid w:val="002242DF"/>
    <w:rsid w:val="00224938"/>
    <w:rsid w:val="00225035"/>
    <w:rsid w:val="0022749F"/>
    <w:rsid w:val="00231F12"/>
    <w:rsid w:val="0024232E"/>
    <w:rsid w:val="002432EE"/>
    <w:rsid w:val="002501C2"/>
    <w:rsid w:val="00273D54"/>
    <w:rsid w:val="0028068C"/>
    <w:rsid w:val="0029563F"/>
    <w:rsid w:val="00295E3B"/>
    <w:rsid w:val="002B175A"/>
    <w:rsid w:val="002B5F8F"/>
    <w:rsid w:val="002C68C0"/>
    <w:rsid w:val="002D0D90"/>
    <w:rsid w:val="002D6505"/>
    <w:rsid w:val="002D7B27"/>
    <w:rsid w:val="002E3C34"/>
    <w:rsid w:val="002E48F6"/>
    <w:rsid w:val="002E7AB2"/>
    <w:rsid w:val="002F1386"/>
    <w:rsid w:val="002F3AAA"/>
    <w:rsid w:val="002F6FB3"/>
    <w:rsid w:val="00302A97"/>
    <w:rsid w:val="0030700E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77633"/>
    <w:rsid w:val="00383449"/>
    <w:rsid w:val="003902DA"/>
    <w:rsid w:val="00397EFC"/>
    <w:rsid w:val="003A1CF2"/>
    <w:rsid w:val="003C02D3"/>
    <w:rsid w:val="003C21E1"/>
    <w:rsid w:val="003D6AA2"/>
    <w:rsid w:val="003E46FA"/>
    <w:rsid w:val="003F147C"/>
    <w:rsid w:val="00400909"/>
    <w:rsid w:val="0041381D"/>
    <w:rsid w:val="00415E29"/>
    <w:rsid w:val="00423A4D"/>
    <w:rsid w:val="0043269A"/>
    <w:rsid w:val="0043358A"/>
    <w:rsid w:val="004338D1"/>
    <w:rsid w:val="00434F55"/>
    <w:rsid w:val="0043733A"/>
    <w:rsid w:val="00441428"/>
    <w:rsid w:val="00441969"/>
    <w:rsid w:val="00441AB8"/>
    <w:rsid w:val="004426B8"/>
    <w:rsid w:val="00445FF0"/>
    <w:rsid w:val="00451EB3"/>
    <w:rsid w:val="00457ED5"/>
    <w:rsid w:val="00460CB1"/>
    <w:rsid w:val="004647AE"/>
    <w:rsid w:val="00465DEF"/>
    <w:rsid w:val="004701AF"/>
    <w:rsid w:val="004712D3"/>
    <w:rsid w:val="00471BC1"/>
    <w:rsid w:val="00472722"/>
    <w:rsid w:val="00474D4F"/>
    <w:rsid w:val="00481BBD"/>
    <w:rsid w:val="00482299"/>
    <w:rsid w:val="004822AC"/>
    <w:rsid w:val="004829B1"/>
    <w:rsid w:val="00484C13"/>
    <w:rsid w:val="00486749"/>
    <w:rsid w:val="00487CFC"/>
    <w:rsid w:val="00492786"/>
    <w:rsid w:val="0049431F"/>
    <w:rsid w:val="004B2CA4"/>
    <w:rsid w:val="004B4AD0"/>
    <w:rsid w:val="004B6A4F"/>
    <w:rsid w:val="004C054E"/>
    <w:rsid w:val="004F13A3"/>
    <w:rsid w:val="004F7E18"/>
    <w:rsid w:val="00505510"/>
    <w:rsid w:val="00505FD0"/>
    <w:rsid w:val="005077A6"/>
    <w:rsid w:val="005132F3"/>
    <w:rsid w:val="0052492B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704C6"/>
    <w:rsid w:val="005809F3"/>
    <w:rsid w:val="005841D3"/>
    <w:rsid w:val="0059156F"/>
    <w:rsid w:val="0059276F"/>
    <w:rsid w:val="00593B43"/>
    <w:rsid w:val="005A2DFC"/>
    <w:rsid w:val="005A7946"/>
    <w:rsid w:val="005B2061"/>
    <w:rsid w:val="005B2307"/>
    <w:rsid w:val="005B36DF"/>
    <w:rsid w:val="005B4320"/>
    <w:rsid w:val="005B4A72"/>
    <w:rsid w:val="005C0C32"/>
    <w:rsid w:val="005C62AD"/>
    <w:rsid w:val="005D0F2D"/>
    <w:rsid w:val="005D5D4D"/>
    <w:rsid w:val="0060020E"/>
    <w:rsid w:val="00600840"/>
    <w:rsid w:val="00601609"/>
    <w:rsid w:val="00606E62"/>
    <w:rsid w:val="006136F4"/>
    <w:rsid w:val="00621096"/>
    <w:rsid w:val="00624292"/>
    <w:rsid w:val="00630935"/>
    <w:rsid w:val="00631789"/>
    <w:rsid w:val="00633269"/>
    <w:rsid w:val="006341BB"/>
    <w:rsid w:val="006420B3"/>
    <w:rsid w:val="006527FD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15E2"/>
    <w:rsid w:val="00692217"/>
    <w:rsid w:val="00692CCB"/>
    <w:rsid w:val="006C1D59"/>
    <w:rsid w:val="006C3734"/>
    <w:rsid w:val="006C4975"/>
    <w:rsid w:val="006C6342"/>
    <w:rsid w:val="006C7DC6"/>
    <w:rsid w:val="006D0C62"/>
    <w:rsid w:val="006D2417"/>
    <w:rsid w:val="006D370D"/>
    <w:rsid w:val="006D419D"/>
    <w:rsid w:val="006D5A18"/>
    <w:rsid w:val="006E2D10"/>
    <w:rsid w:val="006E6199"/>
    <w:rsid w:val="006F7ABD"/>
    <w:rsid w:val="00700033"/>
    <w:rsid w:val="007021CC"/>
    <w:rsid w:val="007055F8"/>
    <w:rsid w:val="00716CA6"/>
    <w:rsid w:val="0072477E"/>
    <w:rsid w:val="007362B4"/>
    <w:rsid w:val="00740D0E"/>
    <w:rsid w:val="00741705"/>
    <w:rsid w:val="00761246"/>
    <w:rsid w:val="0077022C"/>
    <w:rsid w:val="00770A12"/>
    <w:rsid w:val="0077112E"/>
    <w:rsid w:val="00773C94"/>
    <w:rsid w:val="00774276"/>
    <w:rsid w:val="0077592D"/>
    <w:rsid w:val="00777839"/>
    <w:rsid w:val="0078040B"/>
    <w:rsid w:val="007919D6"/>
    <w:rsid w:val="007978D5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C4EDA"/>
    <w:rsid w:val="007D1ABF"/>
    <w:rsid w:val="007E052D"/>
    <w:rsid w:val="007E3776"/>
    <w:rsid w:val="007F2E9F"/>
    <w:rsid w:val="007F505E"/>
    <w:rsid w:val="007F7B19"/>
    <w:rsid w:val="00800183"/>
    <w:rsid w:val="00800CCE"/>
    <w:rsid w:val="00806387"/>
    <w:rsid w:val="00813842"/>
    <w:rsid w:val="008162EE"/>
    <w:rsid w:val="0082160C"/>
    <w:rsid w:val="00821611"/>
    <w:rsid w:val="008232B6"/>
    <w:rsid w:val="00825578"/>
    <w:rsid w:val="00836303"/>
    <w:rsid w:val="00843E23"/>
    <w:rsid w:val="00847334"/>
    <w:rsid w:val="008517E8"/>
    <w:rsid w:val="00857036"/>
    <w:rsid w:val="00861C71"/>
    <w:rsid w:val="00864FE2"/>
    <w:rsid w:val="00866035"/>
    <w:rsid w:val="0088116F"/>
    <w:rsid w:val="00881596"/>
    <w:rsid w:val="00881CBE"/>
    <w:rsid w:val="00885248"/>
    <w:rsid w:val="00887558"/>
    <w:rsid w:val="0089205B"/>
    <w:rsid w:val="00895CBD"/>
    <w:rsid w:val="00897640"/>
    <w:rsid w:val="008A2B7A"/>
    <w:rsid w:val="008A5C31"/>
    <w:rsid w:val="008B1B91"/>
    <w:rsid w:val="008C20EB"/>
    <w:rsid w:val="008C2B9B"/>
    <w:rsid w:val="008D01F3"/>
    <w:rsid w:val="008D7F65"/>
    <w:rsid w:val="008E0752"/>
    <w:rsid w:val="008E348E"/>
    <w:rsid w:val="008E5D4C"/>
    <w:rsid w:val="008E5EF7"/>
    <w:rsid w:val="008E7375"/>
    <w:rsid w:val="008F763D"/>
    <w:rsid w:val="009006A1"/>
    <w:rsid w:val="009025DC"/>
    <w:rsid w:val="00904020"/>
    <w:rsid w:val="009152DA"/>
    <w:rsid w:val="00917880"/>
    <w:rsid w:val="00917B0D"/>
    <w:rsid w:val="009200C6"/>
    <w:rsid w:val="00924067"/>
    <w:rsid w:val="00927EB3"/>
    <w:rsid w:val="00946E99"/>
    <w:rsid w:val="009471F2"/>
    <w:rsid w:val="00950F67"/>
    <w:rsid w:val="009568D8"/>
    <w:rsid w:val="00957E91"/>
    <w:rsid w:val="00960DBB"/>
    <w:rsid w:val="0096783A"/>
    <w:rsid w:val="00972294"/>
    <w:rsid w:val="00976219"/>
    <w:rsid w:val="00977DE7"/>
    <w:rsid w:val="00986508"/>
    <w:rsid w:val="009A27F0"/>
    <w:rsid w:val="009A2A24"/>
    <w:rsid w:val="009B4F30"/>
    <w:rsid w:val="009B6783"/>
    <w:rsid w:val="009B6F72"/>
    <w:rsid w:val="009C0BDA"/>
    <w:rsid w:val="009C3D2D"/>
    <w:rsid w:val="009D51C6"/>
    <w:rsid w:val="00A05167"/>
    <w:rsid w:val="00A061E2"/>
    <w:rsid w:val="00A07AFA"/>
    <w:rsid w:val="00A10A27"/>
    <w:rsid w:val="00A10CC6"/>
    <w:rsid w:val="00A1369A"/>
    <w:rsid w:val="00A137DD"/>
    <w:rsid w:val="00A2672E"/>
    <w:rsid w:val="00A31675"/>
    <w:rsid w:val="00A31868"/>
    <w:rsid w:val="00A35DAD"/>
    <w:rsid w:val="00A35E54"/>
    <w:rsid w:val="00A44E85"/>
    <w:rsid w:val="00A4710A"/>
    <w:rsid w:val="00A4778B"/>
    <w:rsid w:val="00A616BF"/>
    <w:rsid w:val="00A65ED0"/>
    <w:rsid w:val="00A70B20"/>
    <w:rsid w:val="00A93862"/>
    <w:rsid w:val="00AA1B8A"/>
    <w:rsid w:val="00AA2509"/>
    <w:rsid w:val="00AA45FF"/>
    <w:rsid w:val="00AA71EB"/>
    <w:rsid w:val="00AB2739"/>
    <w:rsid w:val="00AB5D9F"/>
    <w:rsid w:val="00AC032F"/>
    <w:rsid w:val="00AD0736"/>
    <w:rsid w:val="00AD35A1"/>
    <w:rsid w:val="00AE7779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035A"/>
    <w:rsid w:val="00B463B4"/>
    <w:rsid w:val="00B5037D"/>
    <w:rsid w:val="00B61F07"/>
    <w:rsid w:val="00B63A2B"/>
    <w:rsid w:val="00B64F23"/>
    <w:rsid w:val="00B678E1"/>
    <w:rsid w:val="00B7071C"/>
    <w:rsid w:val="00B80E3C"/>
    <w:rsid w:val="00B851EB"/>
    <w:rsid w:val="00B93775"/>
    <w:rsid w:val="00B97664"/>
    <w:rsid w:val="00BC314F"/>
    <w:rsid w:val="00BC6488"/>
    <w:rsid w:val="00BD0078"/>
    <w:rsid w:val="00BD170E"/>
    <w:rsid w:val="00BE21C5"/>
    <w:rsid w:val="00BE72DB"/>
    <w:rsid w:val="00BF0F66"/>
    <w:rsid w:val="00C026DC"/>
    <w:rsid w:val="00C073BA"/>
    <w:rsid w:val="00C30336"/>
    <w:rsid w:val="00C336B8"/>
    <w:rsid w:val="00C33812"/>
    <w:rsid w:val="00C443C9"/>
    <w:rsid w:val="00C45841"/>
    <w:rsid w:val="00C76EAF"/>
    <w:rsid w:val="00C83FF3"/>
    <w:rsid w:val="00C95B00"/>
    <w:rsid w:val="00C96519"/>
    <w:rsid w:val="00CA1FA0"/>
    <w:rsid w:val="00CA324F"/>
    <w:rsid w:val="00CA4B41"/>
    <w:rsid w:val="00CB1874"/>
    <w:rsid w:val="00CB6326"/>
    <w:rsid w:val="00CB75B3"/>
    <w:rsid w:val="00CC0D12"/>
    <w:rsid w:val="00CC15E7"/>
    <w:rsid w:val="00CC3096"/>
    <w:rsid w:val="00CC4AA8"/>
    <w:rsid w:val="00CC6D84"/>
    <w:rsid w:val="00CD1361"/>
    <w:rsid w:val="00CD47FA"/>
    <w:rsid w:val="00CF1FE6"/>
    <w:rsid w:val="00D06C0B"/>
    <w:rsid w:val="00D10286"/>
    <w:rsid w:val="00D1604B"/>
    <w:rsid w:val="00D1720A"/>
    <w:rsid w:val="00D22F50"/>
    <w:rsid w:val="00D23148"/>
    <w:rsid w:val="00D26B7F"/>
    <w:rsid w:val="00D27633"/>
    <w:rsid w:val="00D27E6E"/>
    <w:rsid w:val="00D36533"/>
    <w:rsid w:val="00D37E10"/>
    <w:rsid w:val="00D41E2E"/>
    <w:rsid w:val="00D51CEB"/>
    <w:rsid w:val="00D530F5"/>
    <w:rsid w:val="00D53F11"/>
    <w:rsid w:val="00D61C7C"/>
    <w:rsid w:val="00D620A7"/>
    <w:rsid w:val="00D6376F"/>
    <w:rsid w:val="00D75089"/>
    <w:rsid w:val="00D831C0"/>
    <w:rsid w:val="00D91303"/>
    <w:rsid w:val="00D93DAA"/>
    <w:rsid w:val="00DA246F"/>
    <w:rsid w:val="00DB22A7"/>
    <w:rsid w:val="00DB6D66"/>
    <w:rsid w:val="00DB720F"/>
    <w:rsid w:val="00DC3A8C"/>
    <w:rsid w:val="00DD5700"/>
    <w:rsid w:val="00DD5970"/>
    <w:rsid w:val="00DD718D"/>
    <w:rsid w:val="00DE19E7"/>
    <w:rsid w:val="00DE21A6"/>
    <w:rsid w:val="00DE6275"/>
    <w:rsid w:val="00DF2026"/>
    <w:rsid w:val="00E030AD"/>
    <w:rsid w:val="00E030B1"/>
    <w:rsid w:val="00E030B6"/>
    <w:rsid w:val="00E05A3A"/>
    <w:rsid w:val="00E124CD"/>
    <w:rsid w:val="00E15012"/>
    <w:rsid w:val="00E16C50"/>
    <w:rsid w:val="00E20377"/>
    <w:rsid w:val="00E301BD"/>
    <w:rsid w:val="00E30B6F"/>
    <w:rsid w:val="00E3517F"/>
    <w:rsid w:val="00E42AE2"/>
    <w:rsid w:val="00E501AB"/>
    <w:rsid w:val="00E50334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A2D3E"/>
    <w:rsid w:val="00EB0DCD"/>
    <w:rsid w:val="00EB43A8"/>
    <w:rsid w:val="00EC189B"/>
    <w:rsid w:val="00EC25FF"/>
    <w:rsid w:val="00EC330C"/>
    <w:rsid w:val="00EC4D2B"/>
    <w:rsid w:val="00EC5451"/>
    <w:rsid w:val="00EC7BCD"/>
    <w:rsid w:val="00ED2578"/>
    <w:rsid w:val="00EE0C0D"/>
    <w:rsid w:val="00EE3722"/>
    <w:rsid w:val="00EE57A7"/>
    <w:rsid w:val="00EF26E0"/>
    <w:rsid w:val="00EF3F5E"/>
    <w:rsid w:val="00EF7A9D"/>
    <w:rsid w:val="00F01012"/>
    <w:rsid w:val="00F02EE9"/>
    <w:rsid w:val="00F150D9"/>
    <w:rsid w:val="00F15E21"/>
    <w:rsid w:val="00F165C3"/>
    <w:rsid w:val="00F22111"/>
    <w:rsid w:val="00F231F8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906D7"/>
    <w:rsid w:val="00FA46E4"/>
    <w:rsid w:val="00FA5835"/>
    <w:rsid w:val="00FA68B5"/>
    <w:rsid w:val="00FB02F1"/>
    <w:rsid w:val="00FC14A4"/>
    <w:rsid w:val="00FC448D"/>
    <w:rsid w:val="00FC455D"/>
    <w:rsid w:val="00FD0C16"/>
    <w:rsid w:val="00FD4D5F"/>
    <w:rsid w:val="00FD61D4"/>
    <w:rsid w:val="00FE1D84"/>
    <w:rsid w:val="00FE792B"/>
    <w:rsid w:val="00FF1225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  <w14:docId w14:val="51943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AD35A1"/>
    <w:pPr>
      <w:tabs>
        <w:tab w:val="left" w:pos="284"/>
      </w:tabs>
      <w:spacing w:line="240" w:lineRule="exact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nhideWhenUsed="0"/>
    <w:lsdException w:name="line number" w:qFormat="1"/>
    <w:lsdException w:name="toa heading" w:unhideWhenUsed="0"/>
    <w:lsdException w:name="List" w:uiPriority="0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Note Heading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E-mail Signature" w:unhideWhenUsed="0"/>
    <w:lsdException w:name="Normal (Web)" w:unhideWhenUsed="0"/>
    <w:lsdException w:name="HTML Acronym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Sample" w:unhideWhenUsed="0"/>
    <w:lsdException w:name="HTML Typewriter" w:unhideWhenUsed="0"/>
    <w:lsdException w:name="HTML Variable" w:unhideWhenUsed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A137DD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semiHidden/>
    <w:rsid w:val="00F15E2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berschrift2Zchn">
    <w:name w:val="Überschrift 2 Zchn"/>
    <w:link w:val="berschrift2"/>
    <w:uiPriority w:val="9"/>
    <w:semiHidden/>
    <w:rsid w:val="00F15E21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berschrift3Zchn">
    <w:name w:val="Überschrift 3 Zchn"/>
    <w:link w:val="berschrift3"/>
    <w:uiPriority w:val="9"/>
    <w:semiHidden/>
    <w:rsid w:val="00F15E21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berschrift4Zchn">
    <w:name w:val="Überschrift 4 Zchn"/>
    <w:link w:val="berschrift4"/>
    <w:uiPriority w:val="9"/>
    <w:semiHidden/>
    <w:rsid w:val="00F15E21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F15E21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F15E2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berschrift7Zchn">
    <w:name w:val="Überschrift 7 Zchn"/>
    <w:link w:val="berschrift7"/>
    <w:uiPriority w:val="9"/>
    <w:semiHidden/>
    <w:rsid w:val="00F15E21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F15E21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F15E21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semiHidden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09KopfText8ptnegfett">
    <w:name w:val="09_Kopf_Text_8pt_neg_fett"/>
    <w:uiPriority w:val="1"/>
    <w:semiHidden/>
    <w:rsid w:val="00A65ED0"/>
    <w:rPr>
      <w:b/>
      <w:sz w:val="16"/>
    </w:rPr>
  </w:style>
  <w:style w:type="paragraph" w:styleId="Kopfzeile">
    <w:name w:val="header"/>
    <w:basedOn w:val="Standard"/>
    <w:link w:val="KopfzeileZchn"/>
    <w:uiPriority w:val="99"/>
    <w:semiHidden/>
    <w:rsid w:val="00A65ED0"/>
    <w:pPr>
      <w:tabs>
        <w:tab w:val="center" w:pos="4536"/>
        <w:tab w:val="right" w:pos="9072"/>
      </w:tabs>
    </w:pPr>
  </w:style>
  <w:style w:type="paragraph" w:customStyle="1" w:styleId="09FussPaginalinks">
    <w:name w:val="09_Fuss_Pagina_links"/>
    <w:semiHidden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semiHidden/>
    <w:qFormat/>
    <w:rsid w:val="00AB2739"/>
    <w:pPr>
      <w:spacing w:after="120"/>
    </w:pPr>
  </w:style>
  <w:style w:type="paragraph" w:customStyle="1" w:styleId="01Fremdtext">
    <w:name w:val="01_Fremdtext"/>
    <w:qFormat/>
    <w:rsid w:val="00AD35A1"/>
    <w:pPr>
      <w:tabs>
        <w:tab w:val="left" w:pos="284"/>
      </w:tabs>
      <w:spacing w:line="240" w:lineRule="exact"/>
      <w:jc w:val="both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0">
    <w:name w:val="01_Fremdtext Ü"/>
    <w:basedOn w:val="01Fremdtext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semiHidden/>
    <w:qFormat/>
    <w:rsid w:val="00AB2739"/>
    <w:rPr>
      <w:i/>
    </w:rPr>
  </w:style>
  <w:style w:type="character" w:customStyle="1" w:styleId="02AufgabeNrZF">
    <w:name w:val="02_Aufgabe Nr (ZF)"/>
    <w:uiPriority w:val="1"/>
    <w:semiHidden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semiHidden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semiHidden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semiHidden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5E21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qFormat/>
    <w:rsid w:val="00A65E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5E21"/>
    <w:rPr>
      <w:lang w:eastAsia="en-US"/>
    </w:rPr>
  </w:style>
  <w:style w:type="character" w:customStyle="1" w:styleId="09KopfText8ptneg">
    <w:name w:val="09_Kopf_Text_8pt_neg"/>
    <w:uiPriority w:val="1"/>
    <w:semiHidden/>
    <w:rsid w:val="00A65ED0"/>
    <w:rPr>
      <w:sz w:val="16"/>
      <w:szCs w:val="16"/>
    </w:rPr>
  </w:style>
  <w:style w:type="character" w:customStyle="1" w:styleId="HinweisvomAutorZchn">
    <w:name w:val="*Hinweis_vom_Autor Zchn"/>
    <w:basedOn w:val="Absatz-Standardschriftart"/>
    <w:link w:val="HinweisvomAutor"/>
    <w:semiHidden/>
    <w:rsid w:val="00F15E21"/>
    <w:rPr>
      <w:rFonts w:ascii="Arial" w:eastAsia="Times New Roman" w:hAnsi="Arial" w:cs="Arial"/>
      <w:color w:val="FF00FF"/>
      <w:sz w:val="24"/>
      <w:szCs w:val="36"/>
    </w:rPr>
  </w:style>
  <w:style w:type="paragraph" w:customStyle="1" w:styleId="04TabelleKopf">
    <w:name w:val="04_Tabelle Kopf"/>
    <w:semiHidden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3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semiHidden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semiHidden/>
    <w:qFormat/>
    <w:rsid w:val="00AB2739"/>
    <w:pPr>
      <w:spacing w:after="40"/>
    </w:pPr>
  </w:style>
  <w:style w:type="character" w:customStyle="1" w:styleId="0ZFkursiv">
    <w:name w:val="0_ZF_kursiv"/>
    <w:uiPriority w:val="1"/>
    <w:semiHidden/>
    <w:qFormat/>
    <w:rsid w:val="00AB2739"/>
    <w:rPr>
      <w:i/>
    </w:rPr>
  </w:style>
  <w:style w:type="character" w:customStyle="1" w:styleId="0ZFbold">
    <w:name w:val="0_ZF_bold"/>
    <w:uiPriority w:val="1"/>
    <w:semiHidden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"/>
    <w:semiHidden/>
    <w:qFormat/>
    <w:rsid w:val="00AB2739"/>
  </w:style>
  <w:style w:type="paragraph" w:customStyle="1" w:styleId="01Fremdtextv0n0-mZZ-block-ezg1Zeile">
    <w:name w:val="01_Fremdtext v0 n0 - mZZ - block - ezg_1.Zeile"/>
    <w:basedOn w:val="01Fremdtextv0n0-mZZ-block"/>
    <w:semiHidden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semiHidden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semiHidden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semiHidden/>
    <w:qFormat/>
    <w:rsid w:val="00AB2739"/>
    <w:rPr>
      <w:rFonts w:ascii="Arial" w:eastAsia="SimSun" w:hAnsi="Arial"/>
      <w:sz w:val="11"/>
      <w:szCs w:val="22"/>
      <w:lang w:eastAsia="zh-CN"/>
    </w:rPr>
  </w:style>
  <w:style w:type="paragraph" w:customStyle="1" w:styleId="zzAbstand1pt">
    <w:name w:val="zz_Abstand_1pt"/>
    <w:basedOn w:val="Standard"/>
    <w:semiHidden/>
    <w:rsid w:val="00A061E2"/>
    <w:pPr>
      <w:spacing w:line="28" w:lineRule="exact"/>
    </w:pPr>
    <w:rPr>
      <w:sz w:val="4"/>
      <w:szCs w:val="4"/>
    </w:rPr>
  </w:style>
  <w:style w:type="paragraph" w:customStyle="1" w:styleId="0021116">
    <w:name w:val="00_Ü2 11/16"/>
    <w:basedOn w:val="0011621"/>
    <w:qFormat/>
    <w:rsid w:val="0059276F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semiHidden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semiHidden/>
    <w:qFormat/>
    <w:rsid w:val="00AB2739"/>
    <w:rPr>
      <w:u w:val="single"/>
    </w:rPr>
  </w:style>
  <w:style w:type="paragraph" w:customStyle="1" w:styleId="01Fremdtextv0n0-oZZ">
    <w:name w:val="01_Fremdtext v0 n0 - oZZ"/>
    <w:basedOn w:val="01Fremdtext"/>
    <w:semiHidden/>
    <w:qFormat/>
    <w:rsid w:val="00AB2739"/>
    <w:pPr>
      <w:suppressLineNumbers/>
    </w:pPr>
  </w:style>
  <w:style w:type="paragraph" w:customStyle="1" w:styleId="02AufgabeTextv0n0ztr">
    <w:name w:val="02_Aufgabe Text v0 n0 ztr"/>
    <w:basedOn w:val="02AufgabeTextv0n0"/>
    <w:semiHidden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semiHidden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semiHidden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semiHidden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"/>
    <w:semiHidden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semiHidden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semiHidden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semiHidden/>
    <w:qFormat/>
    <w:rsid w:val="0072477E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semiHidden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paragraph" w:customStyle="1" w:styleId="05Fussnotentext">
    <w:name w:val="05_Fussnotentext"/>
    <w:basedOn w:val="05QuelleBU"/>
    <w:semiHidden/>
    <w:qFormat/>
    <w:rsid w:val="00AB2739"/>
    <w:pPr>
      <w:ind w:left="113" w:hanging="113"/>
    </w:pPr>
  </w:style>
  <w:style w:type="paragraph" w:customStyle="1" w:styleId="03Schuelerbeispiel">
    <w:name w:val="03_Schuelerbeispiel"/>
    <w:semiHidden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semiHidden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semiHidden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semiHidden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0"/>
    <w:semiHidden/>
    <w:qFormat/>
    <w:rsid w:val="00AB2739"/>
    <w:pPr>
      <w:spacing w:before="120"/>
    </w:pPr>
  </w:style>
  <w:style w:type="character" w:customStyle="1" w:styleId="0ZFboldkursiv">
    <w:name w:val="0_ZF_bold/kursiv"/>
    <w:uiPriority w:val="1"/>
    <w:semiHidden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semiHidden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semiHidden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semiHidden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semiHidden/>
    <w:qFormat/>
    <w:rsid w:val="00AB2739"/>
    <w:pPr>
      <w:tabs>
        <w:tab w:val="left" w:pos="482"/>
      </w:tabs>
      <w:ind w:left="284"/>
    </w:pPr>
  </w:style>
  <w:style w:type="paragraph" w:customStyle="1" w:styleId="01Fremdtextv0n0-oZZ-lib">
    <w:name w:val="01_Fremdtext v0 n0 - oZZ - libü"/>
    <w:basedOn w:val="01Fremdtextv0n0-oZZ"/>
    <w:semiHidden/>
    <w:qFormat/>
    <w:rsid w:val="00AB2739"/>
    <w:pPr>
      <w:jc w:val="left"/>
    </w:pPr>
  </w:style>
  <w:style w:type="character" w:styleId="BesuchterHyperlink">
    <w:name w:val="FollowedHyperlink"/>
    <w:uiPriority w:val="99"/>
    <w:semiHidden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paragraph" w:customStyle="1" w:styleId="03Autortextv0n0">
    <w:name w:val="03_Autortext v0 n0"/>
    <w:basedOn w:val="02AufgabeTextv0n0"/>
    <w:semiHidden/>
    <w:qFormat/>
    <w:rsid w:val="00AB2739"/>
    <w:rPr>
      <w:i/>
    </w:rPr>
  </w:style>
  <w:style w:type="paragraph" w:customStyle="1" w:styleId="04InfoboxTextv0n0">
    <w:name w:val="04_Infobox_Text v0 n0"/>
    <w:basedOn w:val="04InfoboxText"/>
    <w:semiHidden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semiHidden/>
    <w:rsid w:val="00AB2739"/>
    <w:rPr>
      <w:b/>
    </w:rPr>
  </w:style>
  <w:style w:type="character" w:customStyle="1" w:styleId="09KopfKolumnentitelZchn">
    <w:name w:val="09_Kopf_Kolumnentitel Zchn"/>
    <w:link w:val="09KopfKolumnentitel0"/>
    <w:semiHidden/>
    <w:rsid w:val="00F15E21"/>
    <w:rPr>
      <w:rFonts w:ascii="Arial" w:hAnsi="Arial"/>
      <w:sz w:val="16"/>
      <w:szCs w:val="16"/>
    </w:rPr>
  </w:style>
  <w:style w:type="character" w:customStyle="1" w:styleId="0ZFDramensatz-Person">
    <w:name w:val="0_ZF_Dramensatz-Person"/>
    <w:uiPriority w:val="1"/>
    <w:semiHidden/>
    <w:qFormat/>
    <w:rsid w:val="00ED2578"/>
    <w:rPr>
      <w:rFonts w:ascii="Arial Fett" w:hAnsi="Arial Fett" w:cs="Arial"/>
      <w:b/>
      <w:caps/>
      <w:sz w:val="16"/>
      <w:szCs w:val="16"/>
    </w:rPr>
  </w:style>
  <w:style w:type="paragraph" w:customStyle="1" w:styleId="02AufgabemNrv18n0">
    <w:name w:val="02_Aufgabe mNr v18 n0"/>
    <w:basedOn w:val="02AufgabemNrv6n0"/>
    <w:link w:val="02AufgabemNrv18n0Zchn"/>
    <w:semiHidden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semiHidden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enger">
    <w:name w:val="ZF_enger"/>
    <w:uiPriority w:val="1"/>
    <w:semiHidden/>
    <w:qFormat/>
    <w:rsid w:val="00AB2739"/>
    <w:rPr>
      <w:spacing w:val="-2"/>
    </w:rPr>
  </w:style>
  <w:style w:type="paragraph" w:customStyle="1" w:styleId="04TabelleBewertungTextv0n2">
    <w:name w:val="04_Tabelle Bewertung Text v0 n2"/>
    <w:semiHidden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semiHidden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semiHidden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semiHidden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semiHidden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15E21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F15E21"/>
    <w:rPr>
      <w:rFonts w:ascii="Arial" w:hAnsi="Arial"/>
      <w:lang w:val="x-none" w:eastAsia="x-non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15E21"/>
    <w:rPr>
      <w:rFonts w:ascii="Arial" w:hAnsi="Arial"/>
      <w:lang w:val="x-none" w:eastAsia="x-none"/>
    </w:rPr>
  </w:style>
  <w:style w:type="paragraph" w:styleId="Gruformel">
    <w:name w:val="Closing"/>
    <w:basedOn w:val="Standard"/>
    <w:link w:val="GruformelZchn"/>
    <w:uiPriority w:val="99"/>
    <w:semiHidden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F15E21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F15E21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semiHidden/>
    <w:rsid w:val="00F15E21"/>
    <w:rPr>
      <w:rFonts w:ascii="Arial" w:eastAsia="SimSun" w:hAnsi="Arial"/>
      <w:spacing w:val="1"/>
      <w:sz w:val="18"/>
      <w:lang w:eastAsia="zh-CN"/>
    </w:rPr>
  </w:style>
  <w:style w:type="character" w:customStyle="1" w:styleId="02AufgabemNrv18n0Zchn">
    <w:name w:val="02_Aufgabe mNr v18 n0 Zchn"/>
    <w:link w:val="02AufgabemNrv18n0"/>
    <w:semiHidden/>
    <w:rsid w:val="00F15E21"/>
    <w:rPr>
      <w:rFonts w:ascii="Arial" w:eastAsia="SimSun" w:hAnsi="Arial"/>
      <w:spacing w:val="1"/>
      <w:sz w:val="18"/>
      <w:lang w:val="x-none" w:eastAsia="zh-CN"/>
    </w:rPr>
  </w:style>
  <w:style w:type="paragraph" w:styleId="Liste2">
    <w:name w:val="List 2"/>
    <w:basedOn w:val="Standard"/>
    <w:uiPriority w:val="99"/>
    <w:semiHidden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AB2739"/>
  </w:style>
  <w:style w:type="paragraph" w:styleId="Makrotext">
    <w:name w:val="macro"/>
    <w:link w:val="MakrotextZchn"/>
    <w:uiPriority w:val="99"/>
    <w:semiHidden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F15E21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F15E21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F15E21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3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F15E21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F15E21"/>
    <w:rPr>
      <w:rFonts w:ascii="Arial" w:hAnsi="Arial"/>
      <w:sz w:val="18"/>
      <w:szCs w:val="18"/>
      <w:lang w:val="x-none" w:eastAsia="x-none"/>
    </w:rPr>
  </w:style>
  <w:style w:type="paragraph" w:styleId="Umschlagabsenderadresse">
    <w:name w:val="envelope return"/>
    <w:basedOn w:val="Standard"/>
    <w:uiPriority w:val="99"/>
    <w:semiHidden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AB2739"/>
  </w:style>
  <w:style w:type="paragraph" w:styleId="Verzeichnis2">
    <w:name w:val="toc 2"/>
    <w:basedOn w:val="Standard"/>
    <w:next w:val="Standard"/>
    <w:autoRedefine/>
    <w:uiPriority w:val="39"/>
    <w:semiHidden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rsid w:val="00AB2739"/>
    <w:pPr>
      <w:ind w:left="1440"/>
    </w:pPr>
  </w:style>
  <w:style w:type="paragraph" w:customStyle="1" w:styleId="09Fusslogo">
    <w:name w:val="09_Fuss_logo"/>
    <w:basedOn w:val="09FussText"/>
    <w:semiHidden/>
    <w:qFormat/>
    <w:rsid w:val="00AB2739"/>
    <w:pPr>
      <w:spacing w:before="4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15E21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F15E21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15E21"/>
    <w:rPr>
      <w:rFonts w:ascii="Calibri" w:hAnsi="Calibri"/>
      <w:b/>
      <w:bCs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semiHidden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semiHidden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semiHidden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link w:val="HinweisvomAutorZchn"/>
    <w:semiHidden/>
    <w:qFormat/>
    <w:rsid w:val="000E540A"/>
    <w:rPr>
      <w:rFonts w:ascii="Arial" w:eastAsia="Times New Roman" w:hAnsi="Arial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semiHidden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character" w:customStyle="1" w:styleId="ekvfett">
    <w:name w:val="ekv.fett"/>
    <w:basedOn w:val="Absatz-Standardschriftart"/>
    <w:uiPriority w:val="29"/>
    <w:semiHidden/>
    <w:qFormat/>
    <w:rsid w:val="009006A1"/>
    <w:rPr>
      <w:b/>
    </w:rPr>
  </w:style>
  <w:style w:type="character" w:customStyle="1" w:styleId="ekvkursiv">
    <w:name w:val="ekv.kursiv"/>
    <w:basedOn w:val="Absatz-Standardschriftart"/>
    <w:uiPriority w:val="30"/>
    <w:semiHidden/>
    <w:qFormat/>
    <w:rsid w:val="009006A1"/>
    <w:rPr>
      <w:i/>
    </w:rPr>
  </w:style>
  <w:style w:type="paragraph" w:customStyle="1" w:styleId="ekvue2arial">
    <w:name w:val="ekv.ue2.arial"/>
    <w:basedOn w:val="Standard"/>
    <w:uiPriority w:val="11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27"/>
      <w:szCs w:val="22"/>
    </w:rPr>
  </w:style>
  <w:style w:type="character" w:customStyle="1" w:styleId="ekvsymbol">
    <w:name w:val="ekv.symbol"/>
    <w:basedOn w:val="Absatz-Standardschriftart"/>
    <w:uiPriority w:val="1"/>
    <w:semiHidden/>
    <w:qFormat/>
    <w:rsid w:val="009006A1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</w:pPr>
    <w:rPr>
      <w:rFonts w:ascii="Arial" w:eastAsiaTheme="minorHAnsi" w:hAnsi="Arial" w:cstheme="minorBidi"/>
      <w:noProof/>
      <w:sz w:val="18"/>
      <w:szCs w:val="22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9006A1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paragraph" w:customStyle="1" w:styleId="ekvsprechblase">
    <w:name w:val="ekv.sprechblase"/>
    <w:basedOn w:val="Standard"/>
    <w:uiPriority w:val="99"/>
    <w:semiHidden/>
    <w:qFormat/>
    <w:rsid w:val="009006A1"/>
    <w:pPr>
      <w:suppressLineNumbers w:val="0"/>
      <w:spacing w:line="260" w:lineRule="exact"/>
    </w:pPr>
    <w:rPr>
      <w:rFonts w:ascii="Arial" w:eastAsiaTheme="minorHAnsi" w:hAnsi="Arial" w:cstheme="minorBidi"/>
      <w:noProof/>
      <w:color w:val="0D0D0D" w:themeColor="text1" w:themeTint="F2"/>
      <w:sz w:val="21"/>
      <w:szCs w:val="22"/>
    </w:rPr>
  </w:style>
  <w:style w:type="paragraph" w:customStyle="1" w:styleId="ekvkreuzwortrtsel">
    <w:name w:val="ekv.kreuzworträtsel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Comic Sans MS" w:eastAsiaTheme="minorHAnsi" w:hAnsi="Comic Sans MS" w:cstheme="minorBidi"/>
      <w:noProof/>
      <w:sz w:val="24"/>
      <w:szCs w:val="22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noProof/>
      <w:color w:val="000000"/>
      <w:sz w:val="24"/>
      <w:szCs w:val="22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pagina">
    <w:name w:val="ekv.pagina"/>
    <w:basedOn w:val="Standard"/>
    <w:uiPriority w:val="99"/>
    <w:semiHidden/>
    <w:qFormat/>
    <w:rsid w:val="009006A1"/>
    <w:pPr>
      <w:suppressLineNumbers w:val="0"/>
      <w:spacing w:line="130" w:lineRule="exact"/>
      <w:ind w:left="113"/>
    </w:pPr>
    <w:rPr>
      <w:rFonts w:ascii="Arial" w:eastAsiaTheme="minorHAnsi" w:hAnsi="Arial" w:cstheme="minorBidi"/>
      <w:noProof/>
      <w:sz w:val="10"/>
      <w:szCs w:val="22"/>
    </w:rPr>
  </w:style>
  <w:style w:type="paragraph" w:customStyle="1" w:styleId="ekvpaginabild">
    <w:name w:val="ekv.pagina.bild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ind w:right="113"/>
      <w:jc w:val="right"/>
    </w:pPr>
    <w:rPr>
      <w:rFonts w:ascii="Arial" w:eastAsiaTheme="minorHAnsi" w:hAnsi="Arial" w:cstheme="minorBidi"/>
      <w:noProof/>
      <w:sz w:val="10"/>
      <w:szCs w:val="22"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jc w:val="center"/>
    </w:pPr>
    <w:rPr>
      <w:rFonts w:ascii="Arial" w:eastAsiaTheme="minorHAnsi" w:hAnsi="Arial" w:cstheme="minorBidi"/>
      <w:noProof/>
      <w:sz w:val="22"/>
      <w:szCs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113"/>
    </w:pPr>
    <w:rPr>
      <w:rFonts w:ascii="Arial" w:eastAsiaTheme="minorHAnsi" w:hAnsi="Arial" w:cstheme="minorBidi"/>
      <w:noProof/>
      <w:sz w:val="24"/>
      <w:szCs w:val="22"/>
    </w:r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9006A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9006A1"/>
    <w:pPr>
      <w:ind w:left="0" w:right="113"/>
      <w:jc w:val="right"/>
    </w:pPr>
  </w:style>
  <w:style w:type="paragraph" w:customStyle="1" w:styleId="ekvuhr">
    <w:name w:val="ekv.uhr"/>
    <w:basedOn w:val="Standard"/>
    <w:uiPriority w:val="99"/>
    <w:semiHidden/>
    <w:qFormat/>
    <w:rsid w:val="009006A1"/>
    <w:pPr>
      <w:suppressLineNumbers w:val="0"/>
      <w:tabs>
        <w:tab w:val="left" w:pos="340"/>
        <w:tab w:val="left" w:pos="595"/>
        <w:tab w:val="left" w:pos="851"/>
        <w:tab w:val="left" w:pos="9356"/>
      </w:tabs>
      <w:jc w:val="center"/>
    </w:pPr>
    <w:rPr>
      <w:rFonts w:ascii="Arial" w:eastAsia="Times New Roman" w:hAnsi="Arial"/>
      <w:noProof/>
      <w:sz w:val="19"/>
      <w:szCs w:val="22"/>
      <w:lang w:eastAsia="de-DE"/>
    </w:r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9006A1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9006A1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3arial">
    <w:name w:val="ekv.ue3.arial"/>
    <w:basedOn w:val="Standard"/>
    <w:uiPriority w:val="12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</w:pPr>
    <w:rPr>
      <w:rFonts w:ascii="Arial" w:eastAsiaTheme="minorHAnsi" w:hAnsi="Arial" w:cstheme="minorBidi"/>
      <w:b/>
      <w:noProof/>
      <w:sz w:val="19"/>
      <w:szCs w:val="22"/>
    </w:rPr>
  </w:style>
  <w:style w:type="paragraph" w:customStyle="1" w:styleId="ekvschnittbox">
    <w:name w:val="ekv.schnittbox"/>
    <w:basedOn w:val="Standard"/>
    <w:uiPriority w:val="99"/>
    <w:semiHidden/>
    <w:qFormat/>
    <w:rsid w:val="009006A1"/>
    <w:pPr>
      <w:suppressLineNumbers w:val="0"/>
      <w:jc w:val="center"/>
    </w:pPr>
    <w:rPr>
      <w:rFonts w:ascii="Arial" w:eastAsia="Times New Roman" w:hAnsi="Arial"/>
      <w:b/>
      <w:sz w:val="25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006A1"/>
    <w:rPr>
      <w:color w:val="808080"/>
    </w:rPr>
  </w:style>
  <w:style w:type="paragraph" w:customStyle="1" w:styleId="ekvtabellelinks">
    <w:name w:val="ekv.tabelle.links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line="254" w:lineRule="exact"/>
      <w:ind w:left="57"/>
    </w:pPr>
    <w:rPr>
      <w:rFonts w:ascii="Arial" w:eastAsiaTheme="minorHAnsi" w:hAnsi="Arial" w:cstheme="minorBidi"/>
      <w:noProof/>
      <w:sz w:val="18"/>
      <w:szCs w:val="22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9006A1"/>
    <w:rPr>
      <w:sz w:val="17"/>
    </w:rPr>
  </w:style>
  <w:style w:type="paragraph" w:customStyle="1" w:styleId="ekvkopiervorlage">
    <w:name w:val="ekv.kopiervorlage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before="60"/>
    </w:pPr>
    <w:rPr>
      <w:rFonts w:ascii="Arial" w:eastAsiaTheme="minorHAnsi" w:hAnsi="Arial" w:cstheme="minorBidi"/>
      <w:b/>
      <w:noProof/>
      <w:sz w:val="9"/>
      <w:szCs w:val="9"/>
    </w:rPr>
  </w:style>
  <w:style w:type="paragraph" w:customStyle="1" w:styleId="ekvkopiervorlagenr">
    <w:name w:val="ekv.kopiervorlage.nr"/>
    <w:basedOn w:val="Standard"/>
    <w:semiHidden/>
    <w:qFormat/>
    <w:rsid w:val="009006A1"/>
    <w:pPr>
      <w:suppressLineNumbers w:val="0"/>
      <w:tabs>
        <w:tab w:val="left" w:pos="340"/>
        <w:tab w:val="left" w:pos="595"/>
        <w:tab w:val="left" w:pos="851"/>
      </w:tabs>
      <w:spacing w:after="60"/>
      <w:ind w:left="113"/>
      <w:jc w:val="center"/>
    </w:pPr>
    <w:rPr>
      <w:rFonts w:ascii="Arial" w:eastAsiaTheme="minorHAnsi" w:hAnsi="Arial" w:cstheme="minorBidi"/>
      <w:b/>
      <w:noProof/>
      <w:sz w:val="26"/>
      <w:szCs w:val="22"/>
    </w:rPr>
  </w:style>
  <w:style w:type="character" w:customStyle="1" w:styleId="ekvHochgestellt">
    <w:name w:val="ekv.Hochgestellt"/>
    <w:basedOn w:val="Absatz-Standardschriftart"/>
    <w:semiHidden/>
    <w:rsid w:val="009006A1"/>
    <w:rPr>
      <w:vertAlign w:val="superscript"/>
    </w:rPr>
  </w:style>
  <w:style w:type="table" w:customStyle="1" w:styleId="KlettTabneu2018-02-23">
    <w:name w:val="*Klett_Tab_neu_2018-02-23"/>
    <w:basedOn w:val="NormaleTabelle"/>
    <w:uiPriority w:val="99"/>
    <w:rsid w:val="007F505E"/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6527FD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file:///\\HELIOS-SERVER\Schulbuch-Verlage\Klett\deutsch_kompetent\352594_Stundenblaetter_Unterwegs_sein_Sek2_181247\kundenbilder\AdobeStock_36784266.pn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f\Desktop\Klett_Unterwegs\Template_Stdbl_LUMA_T1_K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D5939-6762-4554-8D6C-D2F7C6EE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Vorlage_Stundenblätter_KV</vt:lpstr>
    </vt:vector>
  </TitlesOfParts>
  <Company>Ernst Klett Verlag, Stuttgart</Company>
  <LinksUpToDate>false</LinksUpToDate>
  <CharactersWithSpaces>888</CharactersWithSpaces>
  <SharedDoc>false</SharedDoc>
  <HyperlinkBase/>
  <HLinks>
    <vt:vector size="6" baseType="variant">
      <vt:variant>
        <vt:i4>2293800</vt:i4>
      </vt:variant>
      <vt:variant>
        <vt:i4>0</vt:i4>
      </vt:variant>
      <vt:variant>
        <vt:i4>0</vt:i4>
      </vt:variant>
      <vt:variant>
        <vt:i4>5</vt:i4>
      </vt:variant>
      <vt:variant>
        <vt:lpwstr>http://www.theater-wahlverwandte.de/die-marquise-von-o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/>
  <cp:revision>14</cp:revision>
  <cp:lastPrinted>2018-07-30T13:08:00Z</cp:lastPrinted>
  <dcterms:created xsi:type="dcterms:W3CDTF">2018-07-29T15:30:00Z</dcterms:created>
  <dcterms:modified xsi:type="dcterms:W3CDTF">2018-10-15T11:14:00Z</dcterms:modified>
</cp:coreProperties>
</file>